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AA" w:rsidRPr="00B21FA5" w:rsidRDefault="00007DAA" w:rsidP="0011471D">
      <w:pPr>
        <w:pStyle w:val="Corpotesto"/>
        <w:jc w:val="right"/>
        <w:rPr>
          <w:b/>
          <w:u w:val="single"/>
        </w:rPr>
      </w:pPr>
      <w:bookmarkStart w:id="0" w:name="_GoBack"/>
      <w:bookmarkEnd w:id="0"/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007DAA" w:rsidRDefault="00007DAA" w:rsidP="000007A7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07DAA" w:rsidRPr="00F3783F" w:rsidRDefault="00007DAA" w:rsidP="00B81AC4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>Modello di lettera di rinuncia alla partecipazione a</w:t>
      </w:r>
      <w:r w:rsidR="000227C5">
        <w:rPr>
          <w:rFonts w:ascii="Trebuchet MS" w:hAnsi="Trebuchet MS" w:cs="Arial"/>
          <w:b/>
          <w:szCs w:val="21"/>
          <w:u w:val="single"/>
        </w:rPr>
        <w:t>lla procedura di trasferimento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</w:t>
      </w:r>
    </w:p>
    <w:p w:rsidR="00007DAA" w:rsidRPr="00B21FA5" w:rsidRDefault="00007DAA" w:rsidP="00B81AC4">
      <w:pPr>
        <w:rPr>
          <w:rFonts w:ascii="Arial" w:hAnsi="Arial" w:cs="Arial"/>
          <w:sz w:val="21"/>
          <w:szCs w:val="21"/>
        </w:rPr>
      </w:pPr>
    </w:p>
    <w:p w:rsidR="00007DAA" w:rsidRPr="00B21FA5" w:rsidRDefault="00007DAA" w:rsidP="00B81AC4">
      <w:pPr>
        <w:rPr>
          <w:rFonts w:ascii="Arial" w:hAnsi="Arial" w:cs="Arial"/>
          <w:sz w:val="21"/>
          <w:szCs w:val="21"/>
        </w:rPr>
      </w:pPr>
    </w:p>
    <w:p w:rsidR="00007DAA" w:rsidRPr="00F3783F" w:rsidRDefault="00007DAA" w:rsidP="00B81A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07DAA" w:rsidRPr="00F3783F" w:rsidRDefault="00007DAA" w:rsidP="00B81A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007DAA" w:rsidRPr="00F3783F" w:rsidRDefault="00007DAA" w:rsidP="00B81A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07DAA" w:rsidRPr="00F3783F" w:rsidRDefault="00007DAA" w:rsidP="00B81AC4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20122 MILANO</w:t>
      </w:r>
      <w:r w:rsidR="00A65AA9">
        <w:rPr>
          <w:rFonts w:ascii="Trebuchet MS" w:hAnsi="Trebuchet MS" w:cs="Arial"/>
          <w:sz w:val="18"/>
          <w:szCs w:val="18"/>
        </w:rPr>
        <w:t xml:space="preserve">  </w:t>
      </w:r>
    </w:p>
    <w:p w:rsidR="00007DAA" w:rsidRPr="00F3783F" w:rsidRDefault="00007DAA" w:rsidP="00B81AC4">
      <w:pPr>
        <w:rPr>
          <w:rFonts w:ascii="Trebuchet MS" w:hAnsi="Trebuchet MS" w:cs="Arial"/>
          <w:sz w:val="18"/>
          <w:szCs w:val="18"/>
        </w:rPr>
      </w:pPr>
    </w:p>
    <w:p w:rsidR="00007DAA" w:rsidRPr="00F3783F" w:rsidRDefault="00007DAA" w:rsidP="00B81AC4">
      <w:pPr>
        <w:jc w:val="both"/>
        <w:rPr>
          <w:rFonts w:ascii="Trebuchet MS" w:hAnsi="Trebuchet MS" w:cs="Arial"/>
          <w:sz w:val="18"/>
          <w:szCs w:val="18"/>
        </w:rPr>
      </w:pPr>
    </w:p>
    <w:p w:rsidR="00007DAA" w:rsidRPr="00F3783F" w:rsidRDefault="00007DAA" w:rsidP="00A84B5C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P</w:t>
      </w:r>
      <w:r w:rsidRPr="005926EC">
        <w:rPr>
          <w:rFonts w:ascii="Trebuchet MS" w:hAnsi="Trebuchet MS"/>
          <w:b/>
          <w:sz w:val="18"/>
          <w:szCs w:val="18"/>
        </w:rPr>
        <w:t>rocedura di trasferimento per la copertura di n. 1 posto di ricercatore universitario di ruolo</w:t>
      </w:r>
      <w:r w:rsidR="00A65AA9">
        <w:rPr>
          <w:rFonts w:ascii="Trebuchet MS" w:hAnsi="Trebuchet MS"/>
          <w:b/>
          <w:sz w:val="18"/>
          <w:szCs w:val="18"/>
        </w:rPr>
        <w:t xml:space="preserve">, </w:t>
      </w:r>
      <w:r w:rsidRPr="005926EC">
        <w:rPr>
          <w:rFonts w:ascii="Trebuchet MS" w:hAnsi="Trebuchet MS"/>
          <w:b/>
          <w:sz w:val="18"/>
          <w:szCs w:val="18"/>
        </w:rPr>
        <w:t>ai sensi dell’art. 3 della Legge 210/98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>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</w:t>
      </w:r>
      <w:r>
        <w:rPr>
          <w:rFonts w:ascii="Trebuchet MS" w:hAnsi="Trebuchet MS"/>
          <w:b/>
          <w:sz w:val="18"/>
          <w:szCs w:val="18"/>
        </w:rPr>
        <w:t>___________</w:t>
      </w:r>
      <w:r w:rsidRPr="00B81AC4">
        <w:rPr>
          <w:rFonts w:ascii="Trebuchet MS" w:hAnsi="Trebuchet MS"/>
          <w:b/>
          <w:sz w:val="18"/>
          <w:szCs w:val="18"/>
        </w:rPr>
        <w:t>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</w:t>
      </w:r>
      <w:r w:rsidR="00A65AA9">
        <w:rPr>
          <w:rFonts w:ascii="Trebuchet MS" w:hAnsi="Trebuchet MS"/>
          <w:b/>
          <w:sz w:val="18"/>
          <w:szCs w:val="18"/>
        </w:rPr>
        <w:t xml:space="preserve">,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</w:t>
      </w:r>
      <w:r w:rsidR="00A65AA9"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>Codice concorso ________</w:t>
      </w:r>
    </w:p>
    <w:p w:rsidR="00007DAA" w:rsidRDefault="00007DAA" w:rsidP="00B81AC4">
      <w:pPr>
        <w:rPr>
          <w:rFonts w:ascii="Trebuchet MS" w:hAnsi="Trebuchet MS"/>
          <w:b/>
          <w:sz w:val="18"/>
        </w:rPr>
      </w:pPr>
    </w:p>
    <w:p w:rsidR="00007DAA" w:rsidRPr="008A0A60" w:rsidRDefault="00007DAA" w:rsidP="00B81AC4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07DAA" w:rsidRPr="008A0A60" w:rsidRDefault="00007DAA" w:rsidP="00B81AC4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07DAA" w:rsidTr="00B062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B81AC4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07DAA" w:rsidTr="00B062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B81AC4">
      <w:pPr>
        <w:rPr>
          <w:rFonts w:ascii="Trebuchet MS" w:hAnsi="Trebuchet MS"/>
          <w:sz w:val="10"/>
          <w:szCs w:val="8"/>
        </w:rPr>
      </w:pPr>
    </w:p>
    <w:p w:rsidR="00007DAA" w:rsidRDefault="00007DAA" w:rsidP="00B81AC4">
      <w:pPr>
        <w:rPr>
          <w:rFonts w:ascii="Trebuchet MS" w:hAnsi="Trebuchet MS"/>
          <w:sz w:val="10"/>
          <w:szCs w:val="8"/>
        </w:rPr>
      </w:pPr>
    </w:p>
    <w:p w:rsidR="00007DAA" w:rsidRDefault="00007DAA" w:rsidP="00B81AC4">
      <w:pPr>
        <w:rPr>
          <w:rFonts w:ascii="Trebuchet MS" w:hAnsi="Trebuchet MS"/>
          <w:sz w:val="10"/>
          <w:szCs w:val="8"/>
        </w:rPr>
      </w:pPr>
    </w:p>
    <w:p w:rsidR="00007DAA" w:rsidRDefault="00007DAA" w:rsidP="00B81AC4">
      <w:pPr>
        <w:rPr>
          <w:rFonts w:ascii="Trebuchet MS" w:hAnsi="Trebuchet MS"/>
          <w:b/>
          <w:sz w:val="18"/>
        </w:rPr>
      </w:pPr>
    </w:p>
    <w:p w:rsidR="00007DAA" w:rsidRPr="008A0A60" w:rsidRDefault="00007DAA" w:rsidP="00B81AC4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 conseguenze penali previste dall'art. 76 del D.P.R. n. 445/2000 per le ipotesi di falsità in atti e dichiarazioni mendaci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sotto la propria responsabilità</w:t>
      </w:r>
    </w:p>
    <w:p w:rsidR="00007DAA" w:rsidRPr="00F3783F" w:rsidRDefault="00007DAA" w:rsidP="00B81AC4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007DAA" w:rsidRPr="00F3783F" w:rsidRDefault="00007DAA" w:rsidP="00B81AC4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07DAA" w:rsidRPr="00F3783F" w:rsidRDefault="00007DAA" w:rsidP="00B81AC4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</w:t>
      </w:r>
      <w:r w:rsidR="000227C5">
        <w:rPr>
          <w:rFonts w:ascii="Trebuchet MS" w:hAnsi="Trebuchet MS" w:cs="Arial"/>
          <w:sz w:val="18"/>
          <w:szCs w:val="18"/>
        </w:rPr>
        <w:t>procedura</w:t>
      </w:r>
      <w:r w:rsidRPr="00F3783F">
        <w:rPr>
          <w:rFonts w:ascii="Trebuchet MS" w:hAnsi="Trebuchet MS" w:cs="Arial"/>
          <w:sz w:val="18"/>
          <w:szCs w:val="18"/>
        </w:rPr>
        <w:t xml:space="preserve"> indicata in oggetto.</w:t>
      </w:r>
    </w:p>
    <w:p w:rsidR="00007DAA" w:rsidRDefault="00007DAA" w:rsidP="00B81AC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07DAA" w:rsidRPr="00F3783F" w:rsidRDefault="00007DAA" w:rsidP="00B81AC4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07DAA" w:rsidRDefault="00007DAA" w:rsidP="00B81AC4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07DAA" w:rsidTr="00B062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6C69F9" w:rsidRDefault="00007DAA" w:rsidP="00B06276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07DAA" w:rsidRPr="008A0A60" w:rsidRDefault="00007DAA" w:rsidP="00B81AC4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07DAA" w:rsidRDefault="00007DAA" w:rsidP="00B81AC4">
      <w:pPr>
        <w:rPr>
          <w:rFonts w:ascii="Trebuchet MS" w:hAnsi="Trebuchet MS"/>
          <w:sz w:val="18"/>
        </w:rPr>
      </w:pPr>
    </w:p>
    <w:p w:rsidR="00007DAA" w:rsidRDefault="00007DAA" w:rsidP="00B81AC4">
      <w:pPr>
        <w:rPr>
          <w:rFonts w:ascii="Trebuchet MS" w:hAnsi="Trebuchet MS"/>
          <w:sz w:val="18"/>
          <w:u w:val="single"/>
        </w:rPr>
      </w:pPr>
    </w:p>
    <w:p w:rsidR="00007DAA" w:rsidRPr="00F51508" w:rsidRDefault="00007DAA" w:rsidP="00B81AC4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07DAA" w:rsidRDefault="00007DAA" w:rsidP="00B81AC4">
      <w:pPr>
        <w:jc w:val="both"/>
        <w:rPr>
          <w:rFonts w:ascii="Trebuchet MS" w:hAnsi="Trebuchet MS"/>
          <w:sz w:val="18"/>
        </w:rPr>
      </w:pPr>
    </w:p>
    <w:p w:rsidR="00007DAA" w:rsidRDefault="00007DAA" w:rsidP="00B81AC4">
      <w:pPr>
        <w:jc w:val="both"/>
        <w:rPr>
          <w:rFonts w:ascii="Trebuchet MS" w:hAnsi="Trebuchet MS"/>
          <w:sz w:val="18"/>
        </w:rPr>
      </w:pPr>
    </w:p>
    <w:p w:rsidR="00007DAA" w:rsidRDefault="00007DAA" w:rsidP="00B81AC4">
      <w:pPr>
        <w:jc w:val="both"/>
        <w:rPr>
          <w:rFonts w:ascii="Trebuchet MS" w:hAnsi="Trebuchet MS"/>
          <w:sz w:val="18"/>
        </w:rPr>
      </w:pPr>
    </w:p>
    <w:p w:rsidR="00007DAA" w:rsidRDefault="00007DAA" w:rsidP="00B81AC4">
      <w:pPr>
        <w:jc w:val="both"/>
        <w:rPr>
          <w:rFonts w:ascii="Trebuchet MS" w:hAnsi="Trebuchet MS"/>
          <w:sz w:val="18"/>
        </w:rPr>
      </w:pPr>
    </w:p>
    <w:p w:rsidR="00007DAA" w:rsidRDefault="00007DAA" w:rsidP="00B81AC4">
      <w:pPr>
        <w:jc w:val="both"/>
        <w:rPr>
          <w:rFonts w:ascii="Trebuchet MS" w:hAnsi="Trebuchet MS"/>
          <w:sz w:val="18"/>
        </w:rPr>
      </w:pPr>
    </w:p>
    <w:p w:rsidR="00007DAA" w:rsidRPr="008A0A60" w:rsidRDefault="00007DAA" w:rsidP="00B81AC4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Ai sensi dell'art. 3</w:t>
      </w:r>
      <w:r w:rsidR="00A65AA9">
        <w:rPr>
          <w:rFonts w:ascii="Trebuchet MS" w:hAnsi="Trebuchet MS"/>
          <w:sz w:val="18"/>
        </w:rPr>
        <w:t xml:space="preserve">, </w:t>
      </w:r>
      <w:r w:rsidRPr="008A0A60">
        <w:rPr>
          <w:rFonts w:ascii="Trebuchet MS" w:hAnsi="Trebuchet MS"/>
          <w:sz w:val="18"/>
        </w:rPr>
        <w:t>comma 10</w:t>
      </w:r>
      <w:r w:rsidR="00A65AA9">
        <w:rPr>
          <w:rFonts w:ascii="Trebuchet MS" w:hAnsi="Trebuchet MS"/>
          <w:sz w:val="18"/>
        </w:rPr>
        <w:t xml:space="preserve">, </w:t>
      </w:r>
      <w:r w:rsidRPr="008A0A60">
        <w:rPr>
          <w:rFonts w:ascii="Trebuchet MS" w:hAnsi="Trebuchet MS"/>
          <w:sz w:val="18"/>
        </w:rPr>
        <w:t>l. n. 127/97 e della l. n. 191/98 non è più richiesta l'autenticazione della firma. E' fatta salva</w:t>
      </w:r>
      <w:r w:rsidR="00A65AA9">
        <w:rPr>
          <w:rFonts w:ascii="Trebuchet MS" w:hAnsi="Trebuchet MS"/>
          <w:sz w:val="18"/>
        </w:rPr>
        <w:t xml:space="preserve">, </w:t>
      </w:r>
      <w:r w:rsidRPr="008A0A60">
        <w:rPr>
          <w:rFonts w:ascii="Trebuchet MS" w:hAnsi="Trebuchet MS"/>
          <w:sz w:val="18"/>
        </w:rPr>
        <w:t>comunque</w:t>
      </w:r>
      <w:r w:rsidR="00A65AA9">
        <w:rPr>
          <w:rFonts w:ascii="Trebuchet MS" w:hAnsi="Trebuchet MS"/>
          <w:sz w:val="18"/>
        </w:rPr>
        <w:t xml:space="preserve">, </w:t>
      </w:r>
      <w:r w:rsidRPr="008A0A60">
        <w:rPr>
          <w:rFonts w:ascii="Trebuchet MS" w:hAnsi="Trebuchet MS"/>
          <w:sz w:val="18"/>
        </w:rPr>
        <w:t>la possibilità per l'Amministrazione di verificare la veridicità del contenuto della dichiarazione.</w:t>
      </w:r>
    </w:p>
    <w:p w:rsidR="00007DAA" w:rsidRDefault="00007DAA" w:rsidP="00A84B5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si informa che i dati contenuti nel presente modulo verranno trattati nel rispetto della normativa vigente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esclusivamente per le finalità per cui sono richiesti.</w:t>
      </w:r>
    </w:p>
    <w:p w:rsidR="00007DAA" w:rsidRDefault="00007DAA" w:rsidP="00146492">
      <w:pPr>
        <w:rPr>
          <w:rFonts w:ascii="Arial" w:hAnsi="Arial"/>
          <w:sz w:val="16"/>
        </w:rPr>
        <w:sectPr w:rsidR="00007DAA" w:rsidSect="00DB7A3B">
          <w:headerReference w:type="default" r:id="rId8"/>
          <w:pgSz w:w="11900" w:h="16840" w:code="9"/>
          <w:pgMar w:top="2410" w:right="1134" w:bottom="1134" w:left="1134" w:header="709" w:footer="567" w:gutter="0"/>
          <w:cols w:space="708"/>
        </w:sectPr>
      </w:pPr>
      <w:r>
        <w:rPr>
          <w:rFonts w:ascii="Arial" w:hAnsi="Arial"/>
          <w:sz w:val="16"/>
        </w:rPr>
        <w:t xml:space="preserve"> </w:t>
      </w:r>
    </w:p>
    <w:p w:rsidR="00007DAA" w:rsidRDefault="00007DAA" w:rsidP="00146492">
      <w:pPr>
        <w:rPr>
          <w:rFonts w:ascii="Trebuchet MS" w:hAnsi="Trebuchet MS" w:cs="Verdana"/>
          <w:b/>
          <w:bCs/>
          <w:sz w:val="20"/>
          <w:szCs w:val="20"/>
        </w:rPr>
      </w:pPr>
    </w:p>
    <w:sectPr w:rsidR="00007DAA" w:rsidSect="00007DAA">
      <w:headerReference w:type="default" r:id="rId9"/>
      <w:type w:val="continuous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FB" w:rsidRDefault="009215FB">
      <w:r>
        <w:separator/>
      </w:r>
    </w:p>
  </w:endnote>
  <w:endnote w:type="continuationSeparator" w:id="0">
    <w:p w:rsidR="009215FB" w:rsidRDefault="0092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FB" w:rsidRDefault="009215FB">
      <w:r>
        <w:separator/>
      </w:r>
    </w:p>
  </w:footnote>
  <w:footnote w:type="continuationSeparator" w:id="0">
    <w:p w:rsidR="009215FB" w:rsidRDefault="00921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DAA" w:rsidRDefault="00007DAA" w:rsidP="00DB7A3B">
    <w:pPr>
      <w:pStyle w:val="Intestazione"/>
    </w:pPr>
  </w:p>
  <w:p w:rsidR="00007DAA" w:rsidRDefault="00007DAA" w:rsidP="00DB7A3B"/>
  <w:p w:rsidR="00007DAA" w:rsidRDefault="00007DAA" w:rsidP="00DA2BCF">
    <w:pPr>
      <w:pStyle w:val="Intestazione"/>
    </w:pPr>
  </w:p>
  <w:p w:rsidR="00007DAA" w:rsidRDefault="00007D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2D3" w:rsidRDefault="00A462D3" w:rsidP="00DB7A3B">
    <w:pPr>
      <w:pStyle w:val="Intestazione"/>
    </w:pPr>
  </w:p>
  <w:p w:rsidR="00A462D3" w:rsidRDefault="00A462D3" w:rsidP="00DB7A3B"/>
  <w:p w:rsidR="00A462D3" w:rsidRDefault="00A462D3" w:rsidP="00DA2BCF">
    <w:pPr>
      <w:pStyle w:val="Intestazione"/>
    </w:pPr>
  </w:p>
  <w:p w:rsidR="00A462D3" w:rsidRDefault="00A462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2510762"/>
    <w:multiLevelType w:val="hybridMultilevel"/>
    <w:tmpl w:val="0D224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3723A2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4935F9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0E05"/>
    <w:multiLevelType w:val="hybridMultilevel"/>
    <w:tmpl w:val="41907FEA"/>
    <w:lvl w:ilvl="0" w:tplc="3AC0351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1">
    <w:nsid w:val="15423B38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8661FBC">
      <w:start w:val="1"/>
      <w:numFmt w:val="lowerLetter"/>
      <w:lvlText w:val="%2)"/>
      <w:lvlJc w:val="left"/>
      <w:pPr>
        <w:ind w:left="108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46039"/>
    <w:multiLevelType w:val="hybridMultilevel"/>
    <w:tmpl w:val="77E88C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850CCFA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6002689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F6F0E6A0">
      <w:start w:val="1"/>
      <w:numFmt w:val="decimal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A63"/>
    <w:multiLevelType w:val="hybridMultilevel"/>
    <w:tmpl w:val="83D87296"/>
    <w:lvl w:ilvl="0" w:tplc="40E05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>
      <w:start w:val="1"/>
      <w:numFmt w:val="lowerRoman"/>
      <w:lvlText w:val="%6."/>
      <w:lvlJc w:val="right"/>
      <w:pPr>
        <w:ind w:left="4745" w:hanging="180"/>
      </w:pPr>
    </w:lvl>
    <w:lvl w:ilvl="6" w:tplc="0410000F">
      <w:start w:val="1"/>
      <w:numFmt w:val="decimal"/>
      <w:lvlText w:val="%7."/>
      <w:lvlJc w:val="left"/>
      <w:pPr>
        <w:ind w:left="5465" w:hanging="360"/>
      </w:pPr>
    </w:lvl>
    <w:lvl w:ilvl="7" w:tplc="04100019">
      <w:start w:val="1"/>
      <w:numFmt w:val="lowerLetter"/>
      <w:lvlText w:val="%8."/>
      <w:lvlJc w:val="left"/>
      <w:pPr>
        <w:ind w:left="6185" w:hanging="360"/>
      </w:pPr>
    </w:lvl>
    <w:lvl w:ilvl="8" w:tplc="0410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2E31952"/>
    <w:multiLevelType w:val="hybridMultilevel"/>
    <w:tmpl w:val="33B072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270A641B"/>
    <w:multiLevelType w:val="hybridMultilevel"/>
    <w:tmpl w:val="3AA4EF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9C647EB"/>
    <w:multiLevelType w:val="hybridMultilevel"/>
    <w:tmpl w:val="77ECF8AA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03768A9"/>
    <w:multiLevelType w:val="hybridMultilevel"/>
    <w:tmpl w:val="BF28EE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1147DB2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8AD01DD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3D936430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2091115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56913"/>
    <w:multiLevelType w:val="hybridMultilevel"/>
    <w:tmpl w:val="800A71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49904FD3"/>
    <w:multiLevelType w:val="hybridMultilevel"/>
    <w:tmpl w:val="3B9C4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4690C12"/>
    <w:multiLevelType w:val="hybridMultilevel"/>
    <w:tmpl w:val="749E2A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1">
    <w:nsid w:val="5BC607B4"/>
    <w:multiLevelType w:val="hybridMultilevel"/>
    <w:tmpl w:val="87BE1C46"/>
    <w:lvl w:ilvl="0" w:tplc="CB562F12">
      <w:numFmt w:val="bullet"/>
      <w:lvlText w:val="•"/>
      <w:lvlJc w:val="left"/>
      <w:pPr>
        <w:ind w:left="114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1">
    <w:nsid w:val="5DE6087B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5F2C5C38"/>
    <w:multiLevelType w:val="hybridMultilevel"/>
    <w:tmpl w:val="5A7490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65077E63"/>
    <w:multiLevelType w:val="hybridMultilevel"/>
    <w:tmpl w:val="DA5C9E8C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81431"/>
    <w:multiLevelType w:val="hybridMultilevel"/>
    <w:tmpl w:val="BBE4CD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ED16A5A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22"/>
  </w:num>
  <w:num w:numId="5">
    <w:abstractNumId w:val="27"/>
  </w:num>
  <w:num w:numId="6">
    <w:abstractNumId w:val="13"/>
  </w:num>
  <w:num w:numId="7">
    <w:abstractNumId w:val="14"/>
  </w:num>
  <w:num w:numId="8">
    <w:abstractNumId w:val="25"/>
  </w:num>
  <w:num w:numId="9">
    <w:abstractNumId w:val="2"/>
  </w:num>
  <w:num w:numId="10">
    <w:abstractNumId w:val="11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1"/>
  </w:num>
  <w:num w:numId="16">
    <w:abstractNumId w:val="24"/>
  </w:num>
  <w:num w:numId="17">
    <w:abstractNumId w:val="21"/>
  </w:num>
  <w:num w:numId="18">
    <w:abstractNumId w:val="15"/>
  </w:num>
  <w:num w:numId="19">
    <w:abstractNumId w:val="4"/>
  </w:num>
  <w:num w:numId="20">
    <w:abstractNumId w:val="9"/>
  </w:num>
  <w:num w:numId="21">
    <w:abstractNumId w:val="26"/>
  </w:num>
  <w:num w:numId="22">
    <w:abstractNumId w:val="19"/>
  </w:num>
  <w:num w:numId="23">
    <w:abstractNumId w:val="5"/>
  </w:num>
  <w:num w:numId="24">
    <w:abstractNumId w:val="3"/>
  </w:num>
  <w:num w:numId="25">
    <w:abstractNumId w:val="18"/>
  </w:num>
  <w:num w:numId="26">
    <w:abstractNumId w:val="7"/>
  </w:num>
  <w:num w:numId="27">
    <w:abstractNumId w:val="16"/>
  </w:num>
  <w:num w:numId="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07A7"/>
    <w:rsid w:val="0000090F"/>
    <w:rsid w:val="00000B43"/>
    <w:rsid w:val="000018FC"/>
    <w:rsid w:val="00004E02"/>
    <w:rsid w:val="00007598"/>
    <w:rsid w:val="00007DAA"/>
    <w:rsid w:val="000119B2"/>
    <w:rsid w:val="00014492"/>
    <w:rsid w:val="000150B0"/>
    <w:rsid w:val="00015C19"/>
    <w:rsid w:val="00020A79"/>
    <w:rsid w:val="00020D5F"/>
    <w:rsid w:val="000226D5"/>
    <w:rsid w:val="000227C5"/>
    <w:rsid w:val="0002454A"/>
    <w:rsid w:val="00026C3A"/>
    <w:rsid w:val="00027AD8"/>
    <w:rsid w:val="0003009C"/>
    <w:rsid w:val="00030C89"/>
    <w:rsid w:val="000318CF"/>
    <w:rsid w:val="00034762"/>
    <w:rsid w:val="00036D09"/>
    <w:rsid w:val="00040519"/>
    <w:rsid w:val="00040BAA"/>
    <w:rsid w:val="00041E6E"/>
    <w:rsid w:val="00042C0E"/>
    <w:rsid w:val="0004756C"/>
    <w:rsid w:val="000504E1"/>
    <w:rsid w:val="000534E0"/>
    <w:rsid w:val="00055A05"/>
    <w:rsid w:val="00055EDC"/>
    <w:rsid w:val="0005784A"/>
    <w:rsid w:val="00057CD8"/>
    <w:rsid w:val="0006007F"/>
    <w:rsid w:val="00060404"/>
    <w:rsid w:val="0006099F"/>
    <w:rsid w:val="00060A97"/>
    <w:rsid w:val="00061034"/>
    <w:rsid w:val="00061160"/>
    <w:rsid w:val="000611AF"/>
    <w:rsid w:val="000629C5"/>
    <w:rsid w:val="00063CE1"/>
    <w:rsid w:val="00063D84"/>
    <w:rsid w:val="00064678"/>
    <w:rsid w:val="000656EF"/>
    <w:rsid w:val="000708E7"/>
    <w:rsid w:val="00072504"/>
    <w:rsid w:val="00072608"/>
    <w:rsid w:val="000740D1"/>
    <w:rsid w:val="00074E7E"/>
    <w:rsid w:val="00077334"/>
    <w:rsid w:val="000801BB"/>
    <w:rsid w:val="000813C6"/>
    <w:rsid w:val="000822A4"/>
    <w:rsid w:val="00082E91"/>
    <w:rsid w:val="00084450"/>
    <w:rsid w:val="00085107"/>
    <w:rsid w:val="00085445"/>
    <w:rsid w:val="0008756D"/>
    <w:rsid w:val="00087C07"/>
    <w:rsid w:val="00091E98"/>
    <w:rsid w:val="0009320B"/>
    <w:rsid w:val="00093B29"/>
    <w:rsid w:val="00093B86"/>
    <w:rsid w:val="00097AF6"/>
    <w:rsid w:val="000A4310"/>
    <w:rsid w:val="000A551E"/>
    <w:rsid w:val="000A73BC"/>
    <w:rsid w:val="000B0488"/>
    <w:rsid w:val="000B1EA7"/>
    <w:rsid w:val="000B288A"/>
    <w:rsid w:val="000B3BD7"/>
    <w:rsid w:val="000B4B2A"/>
    <w:rsid w:val="000B4DFB"/>
    <w:rsid w:val="000C13F9"/>
    <w:rsid w:val="000C2623"/>
    <w:rsid w:val="000C3F14"/>
    <w:rsid w:val="000C4510"/>
    <w:rsid w:val="000C4C7E"/>
    <w:rsid w:val="000C5F23"/>
    <w:rsid w:val="000C600D"/>
    <w:rsid w:val="000C7520"/>
    <w:rsid w:val="000D1CB8"/>
    <w:rsid w:val="000D3DE8"/>
    <w:rsid w:val="000D43CF"/>
    <w:rsid w:val="000D58D8"/>
    <w:rsid w:val="000D7A34"/>
    <w:rsid w:val="000E040D"/>
    <w:rsid w:val="000E2398"/>
    <w:rsid w:val="000E4211"/>
    <w:rsid w:val="000F2A53"/>
    <w:rsid w:val="000F5C18"/>
    <w:rsid w:val="000F72EF"/>
    <w:rsid w:val="000F7574"/>
    <w:rsid w:val="00101066"/>
    <w:rsid w:val="0010254E"/>
    <w:rsid w:val="00102843"/>
    <w:rsid w:val="0010309F"/>
    <w:rsid w:val="00104204"/>
    <w:rsid w:val="00106E1F"/>
    <w:rsid w:val="00110022"/>
    <w:rsid w:val="00110CC3"/>
    <w:rsid w:val="00111E02"/>
    <w:rsid w:val="00112501"/>
    <w:rsid w:val="0011344F"/>
    <w:rsid w:val="00114279"/>
    <w:rsid w:val="0011471D"/>
    <w:rsid w:val="0011486F"/>
    <w:rsid w:val="00114925"/>
    <w:rsid w:val="00114D53"/>
    <w:rsid w:val="001158EA"/>
    <w:rsid w:val="001161BB"/>
    <w:rsid w:val="00120905"/>
    <w:rsid w:val="00121EF7"/>
    <w:rsid w:val="001258ED"/>
    <w:rsid w:val="00131727"/>
    <w:rsid w:val="00131C58"/>
    <w:rsid w:val="00134D98"/>
    <w:rsid w:val="00135DBE"/>
    <w:rsid w:val="001368A3"/>
    <w:rsid w:val="00140FCF"/>
    <w:rsid w:val="00146492"/>
    <w:rsid w:val="00146B3C"/>
    <w:rsid w:val="00146C2A"/>
    <w:rsid w:val="00147E9C"/>
    <w:rsid w:val="00150095"/>
    <w:rsid w:val="00150D35"/>
    <w:rsid w:val="0015261C"/>
    <w:rsid w:val="00153119"/>
    <w:rsid w:val="00154019"/>
    <w:rsid w:val="00155EDC"/>
    <w:rsid w:val="00156946"/>
    <w:rsid w:val="00161829"/>
    <w:rsid w:val="00161A4F"/>
    <w:rsid w:val="00163852"/>
    <w:rsid w:val="00164E7A"/>
    <w:rsid w:val="00165320"/>
    <w:rsid w:val="00165D20"/>
    <w:rsid w:val="00165D35"/>
    <w:rsid w:val="00166453"/>
    <w:rsid w:val="00166E91"/>
    <w:rsid w:val="00173A41"/>
    <w:rsid w:val="00176705"/>
    <w:rsid w:val="00176CCF"/>
    <w:rsid w:val="00177156"/>
    <w:rsid w:val="00180159"/>
    <w:rsid w:val="00182503"/>
    <w:rsid w:val="0018280C"/>
    <w:rsid w:val="0018356F"/>
    <w:rsid w:val="00183A06"/>
    <w:rsid w:val="00184DFA"/>
    <w:rsid w:val="00184E62"/>
    <w:rsid w:val="00184F35"/>
    <w:rsid w:val="00186D8E"/>
    <w:rsid w:val="0018770D"/>
    <w:rsid w:val="00192D5D"/>
    <w:rsid w:val="00195852"/>
    <w:rsid w:val="00196AF0"/>
    <w:rsid w:val="001A03C8"/>
    <w:rsid w:val="001A3D4A"/>
    <w:rsid w:val="001A4CEE"/>
    <w:rsid w:val="001A4F55"/>
    <w:rsid w:val="001A6461"/>
    <w:rsid w:val="001A6672"/>
    <w:rsid w:val="001A6B91"/>
    <w:rsid w:val="001A7466"/>
    <w:rsid w:val="001A7C0C"/>
    <w:rsid w:val="001B265D"/>
    <w:rsid w:val="001B2F8C"/>
    <w:rsid w:val="001B3620"/>
    <w:rsid w:val="001B3689"/>
    <w:rsid w:val="001B498B"/>
    <w:rsid w:val="001B582C"/>
    <w:rsid w:val="001B671F"/>
    <w:rsid w:val="001B77A4"/>
    <w:rsid w:val="001B7ABE"/>
    <w:rsid w:val="001C1D31"/>
    <w:rsid w:val="001C1D74"/>
    <w:rsid w:val="001C1E8C"/>
    <w:rsid w:val="001C329F"/>
    <w:rsid w:val="001C3708"/>
    <w:rsid w:val="001C56BF"/>
    <w:rsid w:val="001D0BF8"/>
    <w:rsid w:val="001D0EF2"/>
    <w:rsid w:val="001D127D"/>
    <w:rsid w:val="001D3EC3"/>
    <w:rsid w:val="001D5869"/>
    <w:rsid w:val="001D6C36"/>
    <w:rsid w:val="001D724C"/>
    <w:rsid w:val="001E2DF9"/>
    <w:rsid w:val="001F01A2"/>
    <w:rsid w:val="001F04F7"/>
    <w:rsid w:val="001F45A4"/>
    <w:rsid w:val="001F5654"/>
    <w:rsid w:val="001F593E"/>
    <w:rsid w:val="002002B3"/>
    <w:rsid w:val="00201B6C"/>
    <w:rsid w:val="002033B9"/>
    <w:rsid w:val="00204116"/>
    <w:rsid w:val="00210DB2"/>
    <w:rsid w:val="00212B9E"/>
    <w:rsid w:val="00213015"/>
    <w:rsid w:val="002220ED"/>
    <w:rsid w:val="002223D5"/>
    <w:rsid w:val="002225FF"/>
    <w:rsid w:val="0022402C"/>
    <w:rsid w:val="00224521"/>
    <w:rsid w:val="002248AE"/>
    <w:rsid w:val="0022570D"/>
    <w:rsid w:val="00225A17"/>
    <w:rsid w:val="002300E7"/>
    <w:rsid w:val="002322A7"/>
    <w:rsid w:val="002339A3"/>
    <w:rsid w:val="00234E06"/>
    <w:rsid w:val="002358BE"/>
    <w:rsid w:val="00240D9B"/>
    <w:rsid w:val="00242185"/>
    <w:rsid w:val="002427F6"/>
    <w:rsid w:val="00244AE8"/>
    <w:rsid w:val="00245575"/>
    <w:rsid w:val="002456A4"/>
    <w:rsid w:val="0024739A"/>
    <w:rsid w:val="0024741C"/>
    <w:rsid w:val="002505DF"/>
    <w:rsid w:val="0025683C"/>
    <w:rsid w:val="00257BB1"/>
    <w:rsid w:val="00261169"/>
    <w:rsid w:val="00261592"/>
    <w:rsid w:val="00262CA2"/>
    <w:rsid w:val="00263A90"/>
    <w:rsid w:val="00265C89"/>
    <w:rsid w:val="00266176"/>
    <w:rsid w:val="00271AA3"/>
    <w:rsid w:val="00274BAD"/>
    <w:rsid w:val="00280446"/>
    <w:rsid w:val="002807DF"/>
    <w:rsid w:val="002825D2"/>
    <w:rsid w:val="00283E25"/>
    <w:rsid w:val="00285DBF"/>
    <w:rsid w:val="00285F04"/>
    <w:rsid w:val="00285F9C"/>
    <w:rsid w:val="0028728E"/>
    <w:rsid w:val="0029236B"/>
    <w:rsid w:val="00293722"/>
    <w:rsid w:val="002944D8"/>
    <w:rsid w:val="002948E4"/>
    <w:rsid w:val="00294AA5"/>
    <w:rsid w:val="002A031A"/>
    <w:rsid w:val="002A06BE"/>
    <w:rsid w:val="002A1376"/>
    <w:rsid w:val="002A1A28"/>
    <w:rsid w:val="002A21E8"/>
    <w:rsid w:val="002A30D3"/>
    <w:rsid w:val="002A4D8B"/>
    <w:rsid w:val="002A6B31"/>
    <w:rsid w:val="002A7D96"/>
    <w:rsid w:val="002B08A5"/>
    <w:rsid w:val="002B08AD"/>
    <w:rsid w:val="002B0F72"/>
    <w:rsid w:val="002B6F62"/>
    <w:rsid w:val="002C09DB"/>
    <w:rsid w:val="002C3B8A"/>
    <w:rsid w:val="002C4C9C"/>
    <w:rsid w:val="002C5DE4"/>
    <w:rsid w:val="002C6BBF"/>
    <w:rsid w:val="002C738B"/>
    <w:rsid w:val="002C743C"/>
    <w:rsid w:val="002D2CC3"/>
    <w:rsid w:val="002D40BC"/>
    <w:rsid w:val="002D56CA"/>
    <w:rsid w:val="002D5DD5"/>
    <w:rsid w:val="002D7109"/>
    <w:rsid w:val="002E1809"/>
    <w:rsid w:val="002E1FF7"/>
    <w:rsid w:val="002E3A72"/>
    <w:rsid w:val="002E3DCC"/>
    <w:rsid w:val="002E3F05"/>
    <w:rsid w:val="002E40EE"/>
    <w:rsid w:val="002E41EA"/>
    <w:rsid w:val="002E577D"/>
    <w:rsid w:val="002E61B0"/>
    <w:rsid w:val="002E68A1"/>
    <w:rsid w:val="002E7947"/>
    <w:rsid w:val="002F04B3"/>
    <w:rsid w:val="002F13A4"/>
    <w:rsid w:val="002F1B17"/>
    <w:rsid w:val="002F1E7E"/>
    <w:rsid w:val="002F1EA5"/>
    <w:rsid w:val="002F1F21"/>
    <w:rsid w:val="002F2102"/>
    <w:rsid w:val="002F3A93"/>
    <w:rsid w:val="002F4127"/>
    <w:rsid w:val="002F4155"/>
    <w:rsid w:val="002F434D"/>
    <w:rsid w:val="002F4FC6"/>
    <w:rsid w:val="002F6BD7"/>
    <w:rsid w:val="002F7850"/>
    <w:rsid w:val="0030157A"/>
    <w:rsid w:val="003015CC"/>
    <w:rsid w:val="003024F8"/>
    <w:rsid w:val="00302C15"/>
    <w:rsid w:val="00305D38"/>
    <w:rsid w:val="00311728"/>
    <w:rsid w:val="00313533"/>
    <w:rsid w:val="003135EE"/>
    <w:rsid w:val="00315C8C"/>
    <w:rsid w:val="00315EF1"/>
    <w:rsid w:val="00316ABE"/>
    <w:rsid w:val="00317FAE"/>
    <w:rsid w:val="0032024D"/>
    <w:rsid w:val="00321979"/>
    <w:rsid w:val="00323C89"/>
    <w:rsid w:val="00323EB3"/>
    <w:rsid w:val="00324A98"/>
    <w:rsid w:val="003265E1"/>
    <w:rsid w:val="003267FC"/>
    <w:rsid w:val="00327BEC"/>
    <w:rsid w:val="003302E4"/>
    <w:rsid w:val="00331A25"/>
    <w:rsid w:val="00331A90"/>
    <w:rsid w:val="00334DD6"/>
    <w:rsid w:val="00334EBB"/>
    <w:rsid w:val="003359B9"/>
    <w:rsid w:val="003377B8"/>
    <w:rsid w:val="00337963"/>
    <w:rsid w:val="00341C25"/>
    <w:rsid w:val="003423F6"/>
    <w:rsid w:val="0034490F"/>
    <w:rsid w:val="00345366"/>
    <w:rsid w:val="003456F8"/>
    <w:rsid w:val="0034708D"/>
    <w:rsid w:val="00347480"/>
    <w:rsid w:val="00351A45"/>
    <w:rsid w:val="003526D9"/>
    <w:rsid w:val="00354A9B"/>
    <w:rsid w:val="00354BE7"/>
    <w:rsid w:val="003555C5"/>
    <w:rsid w:val="0036325F"/>
    <w:rsid w:val="00364F06"/>
    <w:rsid w:val="00371E8E"/>
    <w:rsid w:val="00371F8E"/>
    <w:rsid w:val="00373601"/>
    <w:rsid w:val="003736ED"/>
    <w:rsid w:val="00375034"/>
    <w:rsid w:val="003768B0"/>
    <w:rsid w:val="00380D6F"/>
    <w:rsid w:val="00381D55"/>
    <w:rsid w:val="00384E8F"/>
    <w:rsid w:val="00386928"/>
    <w:rsid w:val="00394021"/>
    <w:rsid w:val="00394745"/>
    <w:rsid w:val="00394E16"/>
    <w:rsid w:val="00397717"/>
    <w:rsid w:val="003A0B16"/>
    <w:rsid w:val="003A1AC9"/>
    <w:rsid w:val="003A3A9E"/>
    <w:rsid w:val="003A3EF0"/>
    <w:rsid w:val="003A4487"/>
    <w:rsid w:val="003A466D"/>
    <w:rsid w:val="003A4DF9"/>
    <w:rsid w:val="003A6B4C"/>
    <w:rsid w:val="003B1596"/>
    <w:rsid w:val="003B3C6D"/>
    <w:rsid w:val="003B7C11"/>
    <w:rsid w:val="003C0B3A"/>
    <w:rsid w:val="003C1DDA"/>
    <w:rsid w:val="003C3A20"/>
    <w:rsid w:val="003D0A00"/>
    <w:rsid w:val="003D1197"/>
    <w:rsid w:val="003D158F"/>
    <w:rsid w:val="003D2DA1"/>
    <w:rsid w:val="003D4B3B"/>
    <w:rsid w:val="003D6A35"/>
    <w:rsid w:val="003D6F49"/>
    <w:rsid w:val="003E0484"/>
    <w:rsid w:val="003E0F44"/>
    <w:rsid w:val="003E1541"/>
    <w:rsid w:val="003E5218"/>
    <w:rsid w:val="003E530E"/>
    <w:rsid w:val="003E5F09"/>
    <w:rsid w:val="003E6AFD"/>
    <w:rsid w:val="003F00ED"/>
    <w:rsid w:val="003F020D"/>
    <w:rsid w:val="003F100D"/>
    <w:rsid w:val="003F185B"/>
    <w:rsid w:val="003F3E99"/>
    <w:rsid w:val="003F5E3D"/>
    <w:rsid w:val="00400858"/>
    <w:rsid w:val="00400A9B"/>
    <w:rsid w:val="00403A7C"/>
    <w:rsid w:val="00404209"/>
    <w:rsid w:val="00404E21"/>
    <w:rsid w:val="00404EB3"/>
    <w:rsid w:val="00406492"/>
    <w:rsid w:val="00406735"/>
    <w:rsid w:val="00406B00"/>
    <w:rsid w:val="00407B35"/>
    <w:rsid w:val="00412310"/>
    <w:rsid w:val="004131C0"/>
    <w:rsid w:val="004145AD"/>
    <w:rsid w:val="00414AFE"/>
    <w:rsid w:val="0041693E"/>
    <w:rsid w:val="00420327"/>
    <w:rsid w:val="00423179"/>
    <w:rsid w:val="004241E3"/>
    <w:rsid w:val="0042499D"/>
    <w:rsid w:val="004252E9"/>
    <w:rsid w:val="004254B8"/>
    <w:rsid w:val="00425D15"/>
    <w:rsid w:val="00426C38"/>
    <w:rsid w:val="00430B61"/>
    <w:rsid w:val="00433A2A"/>
    <w:rsid w:val="00433AE4"/>
    <w:rsid w:val="00434783"/>
    <w:rsid w:val="004418BC"/>
    <w:rsid w:val="00443F17"/>
    <w:rsid w:val="00446D39"/>
    <w:rsid w:val="00447EE6"/>
    <w:rsid w:val="0045047E"/>
    <w:rsid w:val="004505D2"/>
    <w:rsid w:val="00450B7F"/>
    <w:rsid w:val="004535DA"/>
    <w:rsid w:val="00456C8B"/>
    <w:rsid w:val="0046235F"/>
    <w:rsid w:val="00463DFC"/>
    <w:rsid w:val="004645BB"/>
    <w:rsid w:val="00466A4D"/>
    <w:rsid w:val="00467573"/>
    <w:rsid w:val="00472868"/>
    <w:rsid w:val="0047330F"/>
    <w:rsid w:val="0047359E"/>
    <w:rsid w:val="00473872"/>
    <w:rsid w:val="004742F1"/>
    <w:rsid w:val="00475377"/>
    <w:rsid w:val="00480439"/>
    <w:rsid w:val="0048051D"/>
    <w:rsid w:val="004822F3"/>
    <w:rsid w:val="004838DC"/>
    <w:rsid w:val="004842AC"/>
    <w:rsid w:val="00484701"/>
    <w:rsid w:val="00484845"/>
    <w:rsid w:val="00485A1E"/>
    <w:rsid w:val="004874BF"/>
    <w:rsid w:val="004876F2"/>
    <w:rsid w:val="00487E15"/>
    <w:rsid w:val="004900AD"/>
    <w:rsid w:val="0049078C"/>
    <w:rsid w:val="00490C20"/>
    <w:rsid w:val="00492401"/>
    <w:rsid w:val="00496708"/>
    <w:rsid w:val="004968FA"/>
    <w:rsid w:val="00496E72"/>
    <w:rsid w:val="004A0286"/>
    <w:rsid w:val="004A4F54"/>
    <w:rsid w:val="004A5EAE"/>
    <w:rsid w:val="004A7EDB"/>
    <w:rsid w:val="004B0927"/>
    <w:rsid w:val="004B12A0"/>
    <w:rsid w:val="004B24AE"/>
    <w:rsid w:val="004B5114"/>
    <w:rsid w:val="004B79E1"/>
    <w:rsid w:val="004B7A1A"/>
    <w:rsid w:val="004C249F"/>
    <w:rsid w:val="004C30F9"/>
    <w:rsid w:val="004C478E"/>
    <w:rsid w:val="004C6BFC"/>
    <w:rsid w:val="004D1857"/>
    <w:rsid w:val="004D75BC"/>
    <w:rsid w:val="004E203C"/>
    <w:rsid w:val="004E2292"/>
    <w:rsid w:val="004E4E6F"/>
    <w:rsid w:val="004F0FDE"/>
    <w:rsid w:val="004F2100"/>
    <w:rsid w:val="004F22C9"/>
    <w:rsid w:val="004F268A"/>
    <w:rsid w:val="004F2F41"/>
    <w:rsid w:val="004F348B"/>
    <w:rsid w:val="004F3E4D"/>
    <w:rsid w:val="004F3E96"/>
    <w:rsid w:val="004F3F57"/>
    <w:rsid w:val="004F43B0"/>
    <w:rsid w:val="004F44EE"/>
    <w:rsid w:val="004F605D"/>
    <w:rsid w:val="004F7190"/>
    <w:rsid w:val="004F7C57"/>
    <w:rsid w:val="00501FB9"/>
    <w:rsid w:val="00501FD6"/>
    <w:rsid w:val="0050360E"/>
    <w:rsid w:val="005049BB"/>
    <w:rsid w:val="00507FEE"/>
    <w:rsid w:val="00510A85"/>
    <w:rsid w:val="005112CC"/>
    <w:rsid w:val="005121EB"/>
    <w:rsid w:val="0051272E"/>
    <w:rsid w:val="005127CE"/>
    <w:rsid w:val="00514DEE"/>
    <w:rsid w:val="00516056"/>
    <w:rsid w:val="0051686A"/>
    <w:rsid w:val="005174E1"/>
    <w:rsid w:val="005214AB"/>
    <w:rsid w:val="005214EE"/>
    <w:rsid w:val="00522AC9"/>
    <w:rsid w:val="00523416"/>
    <w:rsid w:val="00524786"/>
    <w:rsid w:val="005249FB"/>
    <w:rsid w:val="00525011"/>
    <w:rsid w:val="00525D53"/>
    <w:rsid w:val="00526966"/>
    <w:rsid w:val="00526FD5"/>
    <w:rsid w:val="005276AE"/>
    <w:rsid w:val="00531C25"/>
    <w:rsid w:val="0053282F"/>
    <w:rsid w:val="00533F8C"/>
    <w:rsid w:val="00534A51"/>
    <w:rsid w:val="00535C7F"/>
    <w:rsid w:val="005412B4"/>
    <w:rsid w:val="0054330A"/>
    <w:rsid w:val="00544E5F"/>
    <w:rsid w:val="00545628"/>
    <w:rsid w:val="0054587A"/>
    <w:rsid w:val="00547EEA"/>
    <w:rsid w:val="00550C61"/>
    <w:rsid w:val="00556E9B"/>
    <w:rsid w:val="0055705E"/>
    <w:rsid w:val="00557483"/>
    <w:rsid w:val="00560A21"/>
    <w:rsid w:val="00560FD7"/>
    <w:rsid w:val="00561A11"/>
    <w:rsid w:val="00563F57"/>
    <w:rsid w:val="00563FBD"/>
    <w:rsid w:val="00564682"/>
    <w:rsid w:val="00565A7D"/>
    <w:rsid w:val="00565CB9"/>
    <w:rsid w:val="005677FD"/>
    <w:rsid w:val="00567FEE"/>
    <w:rsid w:val="005725CB"/>
    <w:rsid w:val="005752E0"/>
    <w:rsid w:val="00575C2C"/>
    <w:rsid w:val="005764EC"/>
    <w:rsid w:val="005777E3"/>
    <w:rsid w:val="00591555"/>
    <w:rsid w:val="005926EC"/>
    <w:rsid w:val="00592A21"/>
    <w:rsid w:val="00592F05"/>
    <w:rsid w:val="005931A2"/>
    <w:rsid w:val="00593475"/>
    <w:rsid w:val="00594B27"/>
    <w:rsid w:val="00595A78"/>
    <w:rsid w:val="00595BDF"/>
    <w:rsid w:val="005976C8"/>
    <w:rsid w:val="005A05B5"/>
    <w:rsid w:val="005A0EF8"/>
    <w:rsid w:val="005A1303"/>
    <w:rsid w:val="005A508A"/>
    <w:rsid w:val="005A59CE"/>
    <w:rsid w:val="005A6199"/>
    <w:rsid w:val="005A6D00"/>
    <w:rsid w:val="005B1DD3"/>
    <w:rsid w:val="005B2B36"/>
    <w:rsid w:val="005B3BC4"/>
    <w:rsid w:val="005B410D"/>
    <w:rsid w:val="005B5F4B"/>
    <w:rsid w:val="005B7FB0"/>
    <w:rsid w:val="005C0B52"/>
    <w:rsid w:val="005C0D79"/>
    <w:rsid w:val="005C2DC4"/>
    <w:rsid w:val="005C3EE8"/>
    <w:rsid w:val="005C4A10"/>
    <w:rsid w:val="005C7153"/>
    <w:rsid w:val="005C77E4"/>
    <w:rsid w:val="005C7F90"/>
    <w:rsid w:val="005D0566"/>
    <w:rsid w:val="005D12C7"/>
    <w:rsid w:val="005D2947"/>
    <w:rsid w:val="005D3409"/>
    <w:rsid w:val="005D72CF"/>
    <w:rsid w:val="005E0934"/>
    <w:rsid w:val="005E6558"/>
    <w:rsid w:val="005E66EA"/>
    <w:rsid w:val="005F0004"/>
    <w:rsid w:val="005F0B6D"/>
    <w:rsid w:val="005F21FF"/>
    <w:rsid w:val="005F253D"/>
    <w:rsid w:val="005F5DE9"/>
    <w:rsid w:val="005F6081"/>
    <w:rsid w:val="005F66DA"/>
    <w:rsid w:val="005F6747"/>
    <w:rsid w:val="005F7BFB"/>
    <w:rsid w:val="006009F0"/>
    <w:rsid w:val="0060114A"/>
    <w:rsid w:val="00605B21"/>
    <w:rsid w:val="00606B59"/>
    <w:rsid w:val="0061030B"/>
    <w:rsid w:val="006125C4"/>
    <w:rsid w:val="00615714"/>
    <w:rsid w:val="00617C09"/>
    <w:rsid w:val="0062155F"/>
    <w:rsid w:val="006274B0"/>
    <w:rsid w:val="00627FFB"/>
    <w:rsid w:val="00631063"/>
    <w:rsid w:val="006312DF"/>
    <w:rsid w:val="00631869"/>
    <w:rsid w:val="00633E5E"/>
    <w:rsid w:val="00634881"/>
    <w:rsid w:val="00634C89"/>
    <w:rsid w:val="0063603F"/>
    <w:rsid w:val="00636536"/>
    <w:rsid w:val="00636D1A"/>
    <w:rsid w:val="0063784A"/>
    <w:rsid w:val="0064108C"/>
    <w:rsid w:val="006411C1"/>
    <w:rsid w:val="006518E2"/>
    <w:rsid w:val="00651ABE"/>
    <w:rsid w:val="00652F31"/>
    <w:rsid w:val="00653E5F"/>
    <w:rsid w:val="0065584E"/>
    <w:rsid w:val="006569C5"/>
    <w:rsid w:val="006573B0"/>
    <w:rsid w:val="00660BD1"/>
    <w:rsid w:val="00661383"/>
    <w:rsid w:val="0066163A"/>
    <w:rsid w:val="006616F6"/>
    <w:rsid w:val="00662A6F"/>
    <w:rsid w:val="00664DD7"/>
    <w:rsid w:val="006658CE"/>
    <w:rsid w:val="0067059A"/>
    <w:rsid w:val="00671003"/>
    <w:rsid w:val="00672CC8"/>
    <w:rsid w:val="0067525E"/>
    <w:rsid w:val="00677BB0"/>
    <w:rsid w:val="0068084A"/>
    <w:rsid w:val="00680897"/>
    <w:rsid w:val="006830F7"/>
    <w:rsid w:val="0068377C"/>
    <w:rsid w:val="006839BD"/>
    <w:rsid w:val="006874B5"/>
    <w:rsid w:val="00692368"/>
    <w:rsid w:val="006950FB"/>
    <w:rsid w:val="0069510B"/>
    <w:rsid w:val="0069795E"/>
    <w:rsid w:val="006A05FE"/>
    <w:rsid w:val="006A1129"/>
    <w:rsid w:val="006A241C"/>
    <w:rsid w:val="006A2773"/>
    <w:rsid w:val="006A52AB"/>
    <w:rsid w:val="006A555E"/>
    <w:rsid w:val="006B2424"/>
    <w:rsid w:val="006B3594"/>
    <w:rsid w:val="006B3A92"/>
    <w:rsid w:val="006B6AB0"/>
    <w:rsid w:val="006B7B38"/>
    <w:rsid w:val="006C4789"/>
    <w:rsid w:val="006C5235"/>
    <w:rsid w:val="006C64D7"/>
    <w:rsid w:val="006C7E26"/>
    <w:rsid w:val="006D1204"/>
    <w:rsid w:val="006D1764"/>
    <w:rsid w:val="006D1B79"/>
    <w:rsid w:val="006D2A73"/>
    <w:rsid w:val="006D42A5"/>
    <w:rsid w:val="006D60A4"/>
    <w:rsid w:val="006E0531"/>
    <w:rsid w:val="006E0B64"/>
    <w:rsid w:val="006E1DC4"/>
    <w:rsid w:val="006E499D"/>
    <w:rsid w:val="006E5022"/>
    <w:rsid w:val="006E5E39"/>
    <w:rsid w:val="006F04DB"/>
    <w:rsid w:val="006F060B"/>
    <w:rsid w:val="006F1AFB"/>
    <w:rsid w:val="007000AC"/>
    <w:rsid w:val="00700960"/>
    <w:rsid w:val="0070104C"/>
    <w:rsid w:val="007033D0"/>
    <w:rsid w:val="0070374D"/>
    <w:rsid w:val="00703EAA"/>
    <w:rsid w:val="0070423D"/>
    <w:rsid w:val="00704781"/>
    <w:rsid w:val="00704DFC"/>
    <w:rsid w:val="00707B6C"/>
    <w:rsid w:val="007115BF"/>
    <w:rsid w:val="00711DE1"/>
    <w:rsid w:val="00712631"/>
    <w:rsid w:val="00716115"/>
    <w:rsid w:val="00716854"/>
    <w:rsid w:val="00720485"/>
    <w:rsid w:val="00720748"/>
    <w:rsid w:val="00722781"/>
    <w:rsid w:val="00722B9A"/>
    <w:rsid w:val="007244A5"/>
    <w:rsid w:val="00724799"/>
    <w:rsid w:val="00726091"/>
    <w:rsid w:val="007267D2"/>
    <w:rsid w:val="00726B84"/>
    <w:rsid w:val="00730D36"/>
    <w:rsid w:val="00730E60"/>
    <w:rsid w:val="007331FA"/>
    <w:rsid w:val="007339BF"/>
    <w:rsid w:val="0073494A"/>
    <w:rsid w:val="0073598D"/>
    <w:rsid w:val="007365F7"/>
    <w:rsid w:val="0073697B"/>
    <w:rsid w:val="00736F99"/>
    <w:rsid w:val="007403D2"/>
    <w:rsid w:val="007407AD"/>
    <w:rsid w:val="007417FD"/>
    <w:rsid w:val="0074241A"/>
    <w:rsid w:val="007424D3"/>
    <w:rsid w:val="007440C6"/>
    <w:rsid w:val="007457CF"/>
    <w:rsid w:val="00745D05"/>
    <w:rsid w:val="007462FF"/>
    <w:rsid w:val="00747A62"/>
    <w:rsid w:val="007510B3"/>
    <w:rsid w:val="00753058"/>
    <w:rsid w:val="00755234"/>
    <w:rsid w:val="00755347"/>
    <w:rsid w:val="007567C5"/>
    <w:rsid w:val="007569CC"/>
    <w:rsid w:val="00761115"/>
    <w:rsid w:val="0076278E"/>
    <w:rsid w:val="00763B75"/>
    <w:rsid w:val="0076757D"/>
    <w:rsid w:val="007707D6"/>
    <w:rsid w:val="00775A60"/>
    <w:rsid w:val="00775E90"/>
    <w:rsid w:val="007817FF"/>
    <w:rsid w:val="00782F2C"/>
    <w:rsid w:val="00782FF0"/>
    <w:rsid w:val="007830F3"/>
    <w:rsid w:val="0078360E"/>
    <w:rsid w:val="00783B42"/>
    <w:rsid w:val="0078685F"/>
    <w:rsid w:val="007868E3"/>
    <w:rsid w:val="0078786E"/>
    <w:rsid w:val="007909DA"/>
    <w:rsid w:val="00791234"/>
    <w:rsid w:val="00791922"/>
    <w:rsid w:val="007938A9"/>
    <w:rsid w:val="00793ECE"/>
    <w:rsid w:val="00794FAC"/>
    <w:rsid w:val="00795641"/>
    <w:rsid w:val="00795668"/>
    <w:rsid w:val="00795D8D"/>
    <w:rsid w:val="007A19E5"/>
    <w:rsid w:val="007A2C84"/>
    <w:rsid w:val="007A3F35"/>
    <w:rsid w:val="007A4631"/>
    <w:rsid w:val="007A5023"/>
    <w:rsid w:val="007A54AB"/>
    <w:rsid w:val="007A75FC"/>
    <w:rsid w:val="007A79C3"/>
    <w:rsid w:val="007A7A2D"/>
    <w:rsid w:val="007A7DD4"/>
    <w:rsid w:val="007B2394"/>
    <w:rsid w:val="007B50E0"/>
    <w:rsid w:val="007B5B16"/>
    <w:rsid w:val="007B7DBE"/>
    <w:rsid w:val="007C13C7"/>
    <w:rsid w:val="007C1B17"/>
    <w:rsid w:val="007C1CE8"/>
    <w:rsid w:val="007C1E3A"/>
    <w:rsid w:val="007C41CF"/>
    <w:rsid w:val="007C66C9"/>
    <w:rsid w:val="007C692B"/>
    <w:rsid w:val="007D22AA"/>
    <w:rsid w:val="007D23D3"/>
    <w:rsid w:val="007D2F87"/>
    <w:rsid w:val="007D479D"/>
    <w:rsid w:val="007D4864"/>
    <w:rsid w:val="007D4F9C"/>
    <w:rsid w:val="007D6FC3"/>
    <w:rsid w:val="007D7BCE"/>
    <w:rsid w:val="007E17A9"/>
    <w:rsid w:val="007E2031"/>
    <w:rsid w:val="007E43D3"/>
    <w:rsid w:val="007E5E78"/>
    <w:rsid w:val="007E664E"/>
    <w:rsid w:val="007E6A32"/>
    <w:rsid w:val="007E73E1"/>
    <w:rsid w:val="007E78BD"/>
    <w:rsid w:val="007E7A8B"/>
    <w:rsid w:val="007F0456"/>
    <w:rsid w:val="007F1505"/>
    <w:rsid w:val="007F3466"/>
    <w:rsid w:val="007F4CF6"/>
    <w:rsid w:val="007F5C80"/>
    <w:rsid w:val="007F6127"/>
    <w:rsid w:val="007F7C17"/>
    <w:rsid w:val="00804AC1"/>
    <w:rsid w:val="008061DD"/>
    <w:rsid w:val="00807341"/>
    <w:rsid w:val="00811C6A"/>
    <w:rsid w:val="00812CBD"/>
    <w:rsid w:val="00815EA7"/>
    <w:rsid w:val="0081701B"/>
    <w:rsid w:val="00822EC2"/>
    <w:rsid w:val="00823E62"/>
    <w:rsid w:val="00824FE2"/>
    <w:rsid w:val="00824FE7"/>
    <w:rsid w:val="00825CF7"/>
    <w:rsid w:val="00825EAE"/>
    <w:rsid w:val="008268AE"/>
    <w:rsid w:val="00826921"/>
    <w:rsid w:val="008315A1"/>
    <w:rsid w:val="008343BC"/>
    <w:rsid w:val="008348EC"/>
    <w:rsid w:val="0083549D"/>
    <w:rsid w:val="0083618C"/>
    <w:rsid w:val="00837898"/>
    <w:rsid w:val="00843407"/>
    <w:rsid w:val="0084351B"/>
    <w:rsid w:val="00843BBC"/>
    <w:rsid w:val="00844AE1"/>
    <w:rsid w:val="00845ACE"/>
    <w:rsid w:val="008460A6"/>
    <w:rsid w:val="008463D4"/>
    <w:rsid w:val="00847833"/>
    <w:rsid w:val="00851722"/>
    <w:rsid w:val="00853773"/>
    <w:rsid w:val="00854124"/>
    <w:rsid w:val="0085462B"/>
    <w:rsid w:val="0085541B"/>
    <w:rsid w:val="00855E7F"/>
    <w:rsid w:val="008566D4"/>
    <w:rsid w:val="008567A9"/>
    <w:rsid w:val="00857892"/>
    <w:rsid w:val="00860DD4"/>
    <w:rsid w:val="00862682"/>
    <w:rsid w:val="00863942"/>
    <w:rsid w:val="00863F67"/>
    <w:rsid w:val="008653F4"/>
    <w:rsid w:val="00865E3F"/>
    <w:rsid w:val="0086607B"/>
    <w:rsid w:val="0086626D"/>
    <w:rsid w:val="0086660F"/>
    <w:rsid w:val="00867A1B"/>
    <w:rsid w:val="0087187B"/>
    <w:rsid w:val="00874C63"/>
    <w:rsid w:val="00875877"/>
    <w:rsid w:val="00875E09"/>
    <w:rsid w:val="00875F92"/>
    <w:rsid w:val="00877D1F"/>
    <w:rsid w:val="00877D51"/>
    <w:rsid w:val="00881E19"/>
    <w:rsid w:val="008856C8"/>
    <w:rsid w:val="00886000"/>
    <w:rsid w:val="00890FCF"/>
    <w:rsid w:val="008923D8"/>
    <w:rsid w:val="00892D54"/>
    <w:rsid w:val="00893561"/>
    <w:rsid w:val="008A0F73"/>
    <w:rsid w:val="008A1633"/>
    <w:rsid w:val="008A418E"/>
    <w:rsid w:val="008A5BAF"/>
    <w:rsid w:val="008A6473"/>
    <w:rsid w:val="008A6FB5"/>
    <w:rsid w:val="008A791B"/>
    <w:rsid w:val="008B0FCD"/>
    <w:rsid w:val="008B14C3"/>
    <w:rsid w:val="008B1DB1"/>
    <w:rsid w:val="008B2286"/>
    <w:rsid w:val="008B43B9"/>
    <w:rsid w:val="008B57D6"/>
    <w:rsid w:val="008B720A"/>
    <w:rsid w:val="008C17BA"/>
    <w:rsid w:val="008C5570"/>
    <w:rsid w:val="008D3B15"/>
    <w:rsid w:val="008D3D4D"/>
    <w:rsid w:val="008D6BE0"/>
    <w:rsid w:val="008E39FD"/>
    <w:rsid w:val="008E4754"/>
    <w:rsid w:val="008E6FA7"/>
    <w:rsid w:val="008E70C9"/>
    <w:rsid w:val="008F000C"/>
    <w:rsid w:val="008F014E"/>
    <w:rsid w:val="008F1C6D"/>
    <w:rsid w:val="008F1EF7"/>
    <w:rsid w:val="008F3455"/>
    <w:rsid w:val="008F74AB"/>
    <w:rsid w:val="00900006"/>
    <w:rsid w:val="009000C3"/>
    <w:rsid w:val="0090180E"/>
    <w:rsid w:val="00902EE3"/>
    <w:rsid w:val="00904393"/>
    <w:rsid w:val="009052C9"/>
    <w:rsid w:val="0090547A"/>
    <w:rsid w:val="00905CF1"/>
    <w:rsid w:val="00910284"/>
    <w:rsid w:val="0091500B"/>
    <w:rsid w:val="00915B62"/>
    <w:rsid w:val="00915BF6"/>
    <w:rsid w:val="00915D7E"/>
    <w:rsid w:val="00916358"/>
    <w:rsid w:val="009200CC"/>
    <w:rsid w:val="009203E4"/>
    <w:rsid w:val="00921024"/>
    <w:rsid w:val="00921252"/>
    <w:rsid w:val="009215FB"/>
    <w:rsid w:val="009222F4"/>
    <w:rsid w:val="009225AC"/>
    <w:rsid w:val="0092270D"/>
    <w:rsid w:val="00922C8B"/>
    <w:rsid w:val="00923E66"/>
    <w:rsid w:val="00927FDA"/>
    <w:rsid w:val="00933CCD"/>
    <w:rsid w:val="00933F46"/>
    <w:rsid w:val="009409CF"/>
    <w:rsid w:val="00941271"/>
    <w:rsid w:val="009445F2"/>
    <w:rsid w:val="00945675"/>
    <w:rsid w:val="0094690D"/>
    <w:rsid w:val="00947E4E"/>
    <w:rsid w:val="00954AA0"/>
    <w:rsid w:val="00954C4A"/>
    <w:rsid w:val="009550CF"/>
    <w:rsid w:val="009566AD"/>
    <w:rsid w:val="009613F5"/>
    <w:rsid w:val="009644E0"/>
    <w:rsid w:val="00964AB9"/>
    <w:rsid w:val="00965258"/>
    <w:rsid w:val="00965A08"/>
    <w:rsid w:val="00966249"/>
    <w:rsid w:val="009722A7"/>
    <w:rsid w:val="00977AC0"/>
    <w:rsid w:val="009808D3"/>
    <w:rsid w:val="009824BD"/>
    <w:rsid w:val="00982731"/>
    <w:rsid w:val="00982A22"/>
    <w:rsid w:val="00983C88"/>
    <w:rsid w:val="00984BA1"/>
    <w:rsid w:val="00986905"/>
    <w:rsid w:val="009873FD"/>
    <w:rsid w:val="00991754"/>
    <w:rsid w:val="009931E5"/>
    <w:rsid w:val="009A04F3"/>
    <w:rsid w:val="009A0DDC"/>
    <w:rsid w:val="009A1825"/>
    <w:rsid w:val="009A1FE1"/>
    <w:rsid w:val="009A4B61"/>
    <w:rsid w:val="009A5B05"/>
    <w:rsid w:val="009A61DF"/>
    <w:rsid w:val="009A6FCA"/>
    <w:rsid w:val="009A7A6F"/>
    <w:rsid w:val="009A7C8D"/>
    <w:rsid w:val="009B05FC"/>
    <w:rsid w:val="009B1D25"/>
    <w:rsid w:val="009B2C1A"/>
    <w:rsid w:val="009B48A0"/>
    <w:rsid w:val="009B723A"/>
    <w:rsid w:val="009C0FBA"/>
    <w:rsid w:val="009C14BC"/>
    <w:rsid w:val="009C5061"/>
    <w:rsid w:val="009C60BB"/>
    <w:rsid w:val="009C75A8"/>
    <w:rsid w:val="009C79D7"/>
    <w:rsid w:val="009C7A4C"/>
    <w:rsid w:val="009C7ABA"/>
    <w:rsid w:val="009D06FA"/>
    <w:rsid w:val="009D3EE1"/>
    <w:rsid w:val="009D4C6E"/>
    <w:rsid w:val="009D54AA"/>
    <w:rsid w:val="009D5634"/>
    <w:rsid w:val="009D6858"/>
    <w:rsid w:val="009D6989"/>
    <w:rsid w:val="009E032C"/>
    <w:rsid w:val="009E1593"/>
    <w:rsid w:val="009E15EC"/>
    <w:rsid w:val="009E2DB0"/>
    <w:rsid w:val="009E3A6A"/>
    <w:rsid w:val="009E3B14"/>
    <w:rsid w:val="009E569E"/>
    <w:rsid w:val="009E5BFD"/>
    <w:rsid w:val="009E649A"/>
    <w:rsid w:val="009E6D02"/>
    <w:rsid w:val="009E6D45"/>
    <w:rsid w:val="009E72AC"/>
    <w:rsid w:val="009F20E9"/>
    <w:rsid w:val="009F2924"/>
    <w:rsid w:val="009F2A5C"/>
    <w:rsid w:val="009F5C46"/>
    <w:rsid w:val="009F7729"/>
    <w:rsid w:val="009F7A75"/>
    <w:rsid w:val="00A02C6D"/>
    <w:rsid w:val="00A03E65"/>
    <w:rsid w:val="00A056E8"/>
    <w:rsid w:val="00A05D23"/>
    <w:rsid w:val="00A071A4"/>
    <w:rsid w:val="00A07F25"/>
    <w:rsid w:val="00A11DBB"/>
    <w:rsid w:val="00A13920"/>
    <w:rsid w:val="00A1636C"/>
    <w:rsid w:val="00A16C4D"/>
    <w:rsid w:val="00A172CC"/>
    <w:rsid w:val="00A17F6A"/>
    <w:rsid w:val="00A2476D"/>
    <w:rsid w:val="00A27112"/>
    <w:rsid w:val="00A3012A"/>
    <w:rsid w:val="00A3075F"/>
    <w:rsid w:val="00A31337"/>
    <w:rsid w:val="00A34F64"/>
    <w:rsid w:val="00A36CA2"/>
    <w:rsid w:val="00A370C7"/>
    <w:rsid w:val="00A37552"/>
    <w:rsid w:val="00A448C8"/>
    <w:rsid w:val="00A462D3"/>
    <w:rsid w:val="00A4644E"/>
    <w:rsid w:val="00A47247"/>
    <w:rsid w:val="00A5084D"/>
    <w:rsid w:val="00A51EE9"/>
    <w:rsid w:val="00A52AED"/>
    <w:rsid w:val="00A5491C"/>
    <w:rsid w:val="00A60F50"/>
    <w:rsid w:val="00A62BC9"/>
    <w:rsid w:val="00A62EEF"/>
    <w:rsid w:val="00A62FC3"/>
    <w:rsid w:val="00A64F0D"/>
    <w:rsid w:val="00A65AA9"/>
    <w:rsid w:val="00A6659D"/>
    <w:rsid w:val="00A67A58"/>
    <w:rsid w:val="00A714E9"/>
    <w:rsid w:val="00A73508"/>
    <w:rsid w:val="00A7433C"/>
    <w:rsid w:val="00A75208"/>
    <w:rsid w:val="00A7557F"/>
    <w:rsid w:val="00A76792"/>
    <w:rsid w:val="00A8130B"/>
    <w:rsid w:val="00A82015"/>
    <w:rsid w:val="00A82BF9"/>
    <w:rsid w:val="00A84865"/>
    <w:rsid w:val="00A84B5C"/>
    <w:rsid w:val="00A84EAF"/>
    <w:rsid w:val="00A853B4"/>
    <w:rsid w:val="00A87A1E"/>
    <w:rsid w:val="00A916E0"/>
    <w:rsid w:val="00A91C6B"/>
    <w:rsid w:val="00A92572"/>
    <w:rsid w:val="00A927E6"/>
    <w:rsid w:val="00A939A6"/>
    <w:rsid w:val="00A94070"/>
    <w:rsid w:val="00A94731"/>
    <w:rsid w:val="00A94819"/>
    <w:rsid w:val="00A94A90"/>
    <w:rsid w:val="00A953D6"/>
    <w:rsid w:val="00AA49A4"/>
    <w:rsid w:val="00AA62AC"/>
    <w:rsid w:val="00AA7275"/>
    <w:rsid w:val="00AA7CAA"/>
    <w:rsid w:val="00AB11F6"/>
    <w:rsid w:val="00AB178A"/>
    <w:rsid w:val="00AB30F2"/>
    <w:rsid w:val="00AB3EE3"/>
    <w:rsid w:val="00AB5692"/>
    <w:rsid w:val="00AB647F"/>
    <w:rsid w:val="00AC14EF"/>
    <w:rsid w:val="00AC195F"/>
    <w:rsid w:val="00AC216B"/>
    <w:rsid w:val="00AC30F8"/>
    <w:rsid w:val="00AC4BDD"/>
    <w:rsid w:val="00AC4C76"/>
    <w:rsid w:val="00AC4E1F"/>
    <w:rsid w:val="00AD2010"/>
    <w:rsid w:val="00AD275A"/>
    <w:rsid w:val="00AD556F"/>
    <w:rsid w:val="00AD5C29"/>
    <w:rsid w:val="00AD661E"/>
    <w:rsid w:val="00AD6F95"/>
    <w:rsid w:val="00AE0396"/>
    <w:rsid w:val="00AE4BFC"/>
    <w:rsid w:val="00AF226B"/>
    <w:rsid w:val="00AF3672"/>
    <w:rsid w:val="00AF5391"/>
    <w:rsid w:val="00AF69BF"/>
    <w:rsid w:val="00AF6EF4"/>
    <w:rsid w:val="00AF7828"/>
    <w:rsid w:val="00AF7B5F"/>
    <w:rsid w:val="00B01A76"/>
    <w:rsid w:val="00B0327A"/>
    <w:rsid w:val="00B05804"/>
    <w:rsid w:val="00B06276"/>
    <w:rsid w:val="00B062A0"/>
    <w:rsid w:val="00B107AE"/>
    <w:rsid w:val="00B109B3"/>
    <w:rsid w:val="00B10DD1"/>
    <w:rsid w:val="00B152FB"/>
    <w:rsid w:val="00B17913"/>
    <w:rsid w:val="00B21F69"/>
    <w:rsid w:val="00B21FA5"/>
    <w:rsid w:val="00B23423"/>
    <w:rsid w:val="00B26275"/>
    <w:rsid w:val="00B320AD"/>
    <w:rsid w:val="00B34AEC"/>
    <w:rsid w:val="00B37113"/>
    <w:rsid w:val="00B41466"/>
    <w:rsid w:val="00B41B6A"/>
    <w:rsid w:val="00B42419"/>
    <w:rsid w:val="00B44382"/>
    <w:rsid w:val="00B465D1"/>
    <w:rsid w:val="00B47D50"/>
    <w:rsid w:val="00B5127F"/>
    <w:rsid w:val="00B53162"/>
    <w:rsid w:val="00B54A61"/>
    <w:rsid w:val="00B55199"/>
    <w:rsid w:val="00B55D02"/>
    <w:rsid w:val="00B57F50"/>
    <w:rsid w:val="00B64288"/>
    <w:rsid w:val="00B651C2"/>
    <w:rsid w:val="00B65646"/>
    <w:rsid w:val="00B66BB2"/>
    <w:rsid w:val="00B675EF"/>
    <w:rsid w:val="00B75AB8"/>
    <w:rsid w:val="00B75DC3"/>
    <w:rsid w:val="00B75F87"/>
    <w:rsid w:val="00B767CC"/>
    <w:rsid w:val="00B814FA"/>
    <w:rsid w:val="00B81AC4"/>
    <w:rsid w:val="00B81FF8"/>
    <w:rsid w:val="00B906F7"/>
    <w:rsid w:val="00B935B0"/>
    <w:rsid w:val="00B9479A"/>
    <w:rsid w:val="00B94FAB"/>
    <w:rsid w:val="00B95AB8"/>
    <w:rsid w:val="00BA066A"/>
    <w:rsid w:val="00BA33F4"/>
    <w:rsid w:val="00BA3F15"/>
    <w:rsid w:val="00BA41A2"/>
    <w:rsid w:val="00BA4AAE"/>
    <w:rsid w:val="00BA59BD"/>
    <w:rsid w:val="00BA7BBE"/>
    <w:rsid w:val="00BB0BEC"/>
    <w:rsid w:val="00BB1A98"/>
    <w:rsid w:val="00BB4067"/>
    <w:rsid w:val="00BB5617"/>
    <w:rsid w:val="00BB6C65"/>
    <w:rsid w:val="00BC0B1B"/>
    <w:rsid w:val="00BC21D3"/>
    <w:rsid w:val="00BC3B2C"/>
    <w:rsid w:val="00BD2ADD"/>
    <w:rsid w:val="00BD4983"/>
    <w:rsid w:val="00BD4B3D"/>
    <w:rsid w:val="00BD5DC2"/>
    <w:rsid w:val="00BD655D"/>
    <w:rsid w:val="00BD6730"/>
    <w:rsid w:val="00BD78AE"/>
    <w:rsid w:val="00BD7988"/>
    <w:rsid w:val="00BE1757"/>
    <w:rsid w:val="00BE1913"/>
    <w:rsid w:val="00BE2189"/>
    <w:rsid w:val="00BE22A5"/>
    <w:rsid w:val="00BE38E8"/>
    <w:rsid w:val="00BE5615"/>
    <w:rsid w:val="00BE6923"/>
    <w:rsid w:val="00BE7B9C"/>
    <w:rsid w:val="00BF0FA5"/>
    <w:rsid w:val="00BF1377"/>
    <w:rsid w:val="00BF2609"/>
    <w:rsid w:val="00BF5B7D"/>
    <w:rsid w:val="00BF61A3"/>
    <w:rsid w:val="00BF6B8C"/>
    <w:rsid w:val="00C00733"/>
    <w:rsid w:val="00C02302"/>
    <w:rsid w:val="00C02B19"/>
    <w:rsid w:val="00C0372F"/>
    <w:rsid w:val="00C0582F"/>
    <w:rsid w:val="00C068E7"/>
    <w:rsid w:val="00C10372"/>
    <w:rsid w:val="00C122F3"/>
    <w:rsid w:val="00C12C6E"/>
    <w:rsid w:val="00C13A8D"/>
    <w:rsid w:val="00C13ECD"/>
    <w:rsid w:val="00C16E52"/>
    <w:rsid w:val="00C172A8"/>
    <w:rsid w:val="00C17616"/>
    <w:rsid w:val="00C1787B"/>
    <w:rsid w:val="00C17B48"/>
    <w:rsid w:val="00C2249E"/>
    <w:rsid w:val="00C224CC"/>
    <w:rsid w:val="00C24182"/>
    <w:rsid w:val="00C24DE3"/>
    <w:rsid w:val="00C26F87"/>
    <w:rsid w:val="00C344C9"/>
    <w:rsid w:val="00C348D7"/>
    <w:rsid w:val="00C3629C"/>
    <w:rsid w:val="00C4090F"/>
    <w:rsid w:val="00C40EFF"/>
    <w:rsid w:val="00C42CA7"/>
    <w:rsid w:val="00C43703"/>
    <w:rsid w:val="00C44241"/>
    <w:rsid w:val="00C44EAF"/>
    <w:rsid w:val="00C455F7"/>
    <w:rsid w:val="00C45663"/>
    <w:rsid w:val="00C4734E"/>
    <w:rsid w:val="00C51F9E"/>
    <w:rsid w:val="00C52CFC"/>
    <w:rsid w:val="00C55A76"/>
    <w:rsid w:val="00C5746B"/>
    <w:rsid w:val="00C6098D"/>
    <w:rsid w:val="00C6137B"/>
    <w:rsid w:val="00C62772"/>
    <w:rsid w:val="00C627AB"/>
    <w:rsid w:val="00C67CE6"/>
    <w:rsid w:val="00C71E29"/>
    <w:rsid w:val="00C72361"/>
    <w:rsid w:val="00C757EC"/>
    <w:rsid w:val="00C759C5"/>
    <w:rsid w:val="00C77AF7"/>
    <w:rsid w:val="00C82F4F"/>
    <w:rsid w:val="00C83C4F"/>
    <w:rsid w:val="00C85E70"/>
    <w:rsid w:val="00C86959"/>
    <w:rsid w:val="00C86AFF"/>
    <w:rsid w:val="00C86CDD"/>
    <w:rsid w:val="00C915E3"/>
    <w:rsid w:val="00C94399"/>
    <w:rsid w:val="00C94A3C"/>
    <w:rsid w:val="00C95B6E"/>
    <w:rsid w:val="00CA1759"/>
    <w:rsid w:val="00CA1C13"/>
    <w:rsid w:val="00CA22AD"/>
    <w:rsid w:val="00CA32B3"/>
    <w:rsid w:val="00CA7AA3"/>
    <w:rsid w:val="00CB64CA"/>
    <w:rsid w:val="00CB7D01"/>
    <w:rsid w:val="00CC0987"/>
    <w:rsid w:val="00CC1B71"/>
    <w:rsid w:val="00CC2A3B"/>
    <w:rsid w:val="00CC39B4"/>
    <w:rsid w:val="00CC3BF7"/>
    <w:rsid w:val="00CC5FF5"/>
    <w:rsid w:val="00CC75C4"/>
    <w:rsid w:val="00CD08BA"/>
    <w:rsid w:val="00CD11BC"/>
    <w:rsid w:val="00CD45ED"/>
    <w:rsid w:val="00CD479A"/>
    <w:rsid w:val="00CD4F68"/>
    <w:rsid w:val="00CD6E4B"/>
    <w:rsid w:val="00CD6F4F"/>
    <w:rsid w:val="00CD70D5"/>
    <w:rsid w:val="00CD764A"/>
    <w:rsid w:val="00CE2252"/>
    <w:rsid w:val="00CE2B6C"/>
    <w:rsid w:val="00CE710F"/>
    <w:rsid w:val="00CE7B50"/>
    <w:rsid w:val="00CE7F2F"/>
    <w:rsid w:val="00CF0972"/>
    <w:rsid w:val="00CF2FD6"/>
    <w:rsid w:val="00CF69AD"/>
    <w:rsid w:val="00D00629"/>
    <w:rsid w:val="00D0272A"/>
    <w:rsid w:val="00D03800"/>
    <w:rsid w:val="00D03DF2"/>
    <w:rsid w:val="00D05084"/>
    <w:rsid w:val="00D05DE3"/>
    <w:rsid w:val="00D074BD"/>
    <w:rsid w:val="00D07E70"/>
    <w:rsid w:val="00D11A00"/>
    <w:rsid w:val="00D123EC"/>
    <w:rsid w:val="00D138CB"/>
    <w:rsid w:val="00D1624B"/>
    <w:rsid w:val="00D16C47"/>
    <w:rsid w:val="00D20D55"/>
    <w:rsid w:val="00D2239C"/>
    <w:rsid w:val="00D276C4"/>
    <w:rsid w:val="00D277F5"/>
    <w:rsid w:val="00D27BCE"/>
    <w:rsid w:val="00D3029E"/>
    <w:rsid w:val="00D3117E"/>
    <w:rsid w:val="00D324DC"/>
    <w:rsid w:val="00D32BAC"/>
    <w:rsid w:val="00D33264"/>
    <w:rsid w:val="00D3373F"/>
    <w:rsid w:val="00D34288"/>
    <w:rsid w:val="00D36101"/>
    <w:rsid w:val="00D37B1E"/>
    <w:rsid w:val="00D40E73"/>
    <w:rsid w:val="00D44E82"/>
    <w:rsid w:val="00D45631"/>
    <w:rsid w:val="00D45DEE"/>
    <w:rsid w:val="00D465B5"/>
    <w:rsid w:val="00D46B3B"/>
    <w:rsid w:val="00D47772"/>
    <w:rsid w:val="00D47EC1"/>
    <w:rsid w:val="00D506D0"/>
    <w:rsid w:val="00D50F78"/>
    <w:rsid w:val="00D5209D"/>
    <w:rsid w:val="00D522E7"/>
    <w:rsid w:val="00D55AD4"/>
    <w:rsid w:val="00D56671"/>
    <w:rsid w:val="00D61B0C"/>
    <w:rsid w:val="00D62B64"/>
    <w:rsid w:val="00D63B04"/>
    <w:rsid w:val="00D64767"/>
    <w:rsid w:val="00D678A8"/>
    <w:rsid w:val="00D67FE0"/>
    <w:rsid w:val="00D70D2A"/>
    <w:rsid w:val="00D723A3"/>
    <w:rsid w:val="00D72A6D"/>
    <w:rsid w:val="00D72AB5"/>
    <w:rsid w:val="00D74CC5"/>
    <w:rsid w:val="00D81159"/>
    <w:rsid w:val="00D81EB9"/>
    <w:rsid w:val="00D845F7"/>
    <w:rsid w:val="00D847EF"/>
    <w:rsid w:val="00D8522B"/>
    <w:rsid w:val="00D86858"/>
    <w:rsid w:val="00D86A03"/>
    <w:rsid w:val="00D87D4F"/>
    <w:rsid w:val="00D913E8"/>
    <w:rsid w:val="00D94FED"/>
    <w:rsid w:val="00D958D0"/>
    <w:rsid w:val="00D96A0D"/>
    <w:rsid w:val="00D973DA"/>
    <w:rsid w:val="00D97EED"/>
    <w:rsid w:val="00DA0445"/>
    <w:rsid w:val="00DA2A3B"/>
    <w:rsid w:val="00DA2BCF"/>
    <w:rsid w:val="00DA3A7A"/>
    <w:rsid w:val="00DA4A82"/>
    <w:rsid w:val="00DB1ACA"/>
    <w:rsid w:val="00DB1B55"/>
    <w:rsid w:val="00DB35B1"/>
    <w:rsid w:val="00DB3D29"/>
    <w:rsid w:val="00DB5898"/>
    <w:rsid w:val="00DB6AD6"/>
    <w:rsid w:val="00DB7051"/>
    <w:rsid w:val="00DB70BA"/>
    <w:rsid w:val="00DB7A3B"/>
    <w:rsid w:val="00DC014C"/>
    <w:rsid w:val="00DC0E84"/>
    <w:rsid w:val="00DC1833"/>
    <w:rsid w:val="00DC3B03"/>
    <w:rsid w:val="00DC3D50"/>
    <w:rsid w:val="00DC58EE"/>
    <w:rsid w:val="00DC6163"/>
    <w:rsid w:val="00DD2C4C"/>
    <w:rsid w:val="00DD4462"/>
    <w:rsid w:val="00DD4EEC"/>
    <w:rsid w:val="00DD65DC"/>
    <w:rsid w:val="00DD6A9F"/>
    <w:rsid w:val="00DE3159"/>
    <w:rsid w:val="00DE4A53"/>
    <w:rsid w:val="00DE65F7"/>
    <w:rsid w:val="00DE7222"/>
    <w:rsid w:val="00DF00C9"/>
    <w:rsid w:val="00DF0632"/>
    <w:rsid w:val="00DF281D"/>
    <w:rsid w:val="00DF326E"/>
    <w:rsid w:val="00DF4E26"/>
    <w:rsid w:val="00DF5CC2"/>
    <w:rsid w:val="00E0046F"/>
    <w:rsid w:val="00E00C91"/>
    <w:rsid w:val="00E0117E"/>
    <w:rsid w:val="00E03F05"/>
    <w:rsid w:val="00E046DE"/>
    <w:rsid w:val="00E05FF2"/>
    <w:rsid w:val="00E0774B"/>
    <w:rsid w:val="00E1094F"/>
    <w:rsid w:val="00E12515"/>
    <w:rsid w:val="00E12933"/>
    <w:rsid w:val="00E1450A"/>
    <w:rsid w:val="00E14CE3"/>
    <w:rsid w:val="00E16931"/>
    <w:rsid w:val="00E22AC5"/>
    <w:rsid w:val="00E22D01"/>
    <w:rsid w:val="00E2449C"/>
    <w:rsid w:val="00E2548E"/>
    <w:rsid w:val="00E266FC"/>
    <w:rsid w:val="00E270EA"/>
    <w:rsid w:val="00E27227"/>
    <w:rsid w:val="00E30111"/>
    <w:rsid w:val="00E314EC"/>
    <w:rsid w:val="00E32884"/>
    <w:rsid w:val="00E33C89"/>
    <w:rsid w:val="00E35727"/>
    <w:rsid w:val="00E376DA"/>
    <w:rsid w:val="00E4038B"/>
    <w:rsid w:val="00E42AD8"/>
    <w:rsid w:val="00E43D74"/>
    <w:rsid w:val="00E45E50"/>
    <w:rsid w:val="00E47018"/>
    <w:rsid w:val="00E473A8"/>
    <w:rsid w:val="00E50413"/>
    <w:rsid w:val="00E51B53"/>
    <w:rsid w:val="00E528A0"/>
    <w:rsid w:val="00E52B5A"/>
    <w:rsid w:val="00E53B18"/>
    <w:rsid w:val="00E55B5F"/>
    <w:rsid w:val="00E62952"/>
    <w:rsid w:val="00E63294"/>
    <w:rsid w:val="00E63F36"/>
    <w:rsid w:val="00E64F1A"/>
    <w:rsid w:val="00E65B83"/>
    <w:rsid w:val="00E65CF8"/>
    <w:rsid w:val="00E66AA8"/>
    <w:rsid w:val="00E70692"/>
    <w:rsid w:val="00E70F40"/>
    <w:rsid w:val="00E72D7B"/>
    <w:rsid w:val="00E73D0B"/>
    <w:rsid w:val="00E73EB5"/>
    <w:rsid w:val="00E754F0"/>
    <w:rsid w:val="00E80263"/>
    <w:rsid w:val="00E8194F"/>
    <w:rsid w:val="00E82904"/>
    <w:rsid w:val="00E82BB1"/>
    <w:rsid w:val="00E83452"/>
    <w:rsid w:val="00E83816"/>
    <w:rsid w:val="00E85D07"/>
    <w:rsid w:val="00E86840"/>
    <w:rsid w:val="00E86D2A"/>
    <w:rsid w:val="00E870F6"/>
    <w:rsid w:val="00E8759B"/>
    <w:rsid w:val="00E91025"/>
    <w:rsid w:val="00E92277"/>
    <w:rsid w:val="00E92738"/>
    <w:rsid w:val="00E92960"/>
    <w:rsid w:val="00E93008"/>
    <w:rsid w:val="00E9460E"/>
    <w:rsid w:val="00E959F0"/>
    <w:rsid w:val="00E963F0"/>
    <w:rsid w:val="00E97B8E"/>
    <w:rsid w:val="00E97DA3"/>
    <w:rsid w:val="00EA04D0"/>
    <w:rsid w:val="00EA0FF6"/>
    <w:rsid w:val="00EA555D"/>
    <w:rsid w:val="00EA69F6"/>
    <w:rsid w:val="00EB01CE"/>
    <w:rsid w:val="00EB0E03"/>
    <w:rsid w:val="00EB285F"/>
    <w:rsid w:val="00EB5477"/>
    <w:rsid w:val="00EB6C6F"/>
    <w:rsid w:val="00EB6F02"/>
    <w:rsid w:val="00EC03BA"/>
    <w:rsid w:val="00EC108A"/>
    <w:rsid w:val="00EC2138"/>
    <w:rsid w:val="00EC360D"/>
    <w:rsid w:val="00EC661A"/>
    <w:rsid w:val="00EC6A9F"/>
    <w:rsid w:val="00EC7A7C"/>
    <w:rsid w:val="00ED0D61"/>
    <w:rsid w:val="00ED0E11"/>
    <w:rsid w:val="00ED140A"/>
    <w:rsid w:val="00ED29E5"/>
    <w:rsid w:val="00ED4F92"/>
    <w:rsid w:val="00ED540A"/>
    <w:rsid w:val="00ED5976"/>
    <w:rsid w:val="00ED5B57"/>
    <w:rsid w:val="00ED7F7C"/>
    <w:rsid w:val="00EE01B8"/>
    <w:rsid w:val="00EE097E"/>
    <w:rsid w:val="00EE47C3"/>
    <w:rsid w:val="00EE668D"/>
    <w:rsid w:val="00EF2C90"/>
    <w:rsid w:val="00EF66D8"/>
    <w:rsid w:val="00F00EBC"/>
    <w:rsid w:val="00F010E9"/>
    <w:rsid w:val="00F01EB8"/>
    <w:rsid w:val="00F0215D"/>
    <w:rsid w:val="00F0312B"/>
    <w:rsid w:val="00F031F0"/>
    <w:rsid w:val="00F03C2A"/>
    <w:rsid w:val="00F04E0D"/>
    <w:rsid w:val="00F05614"/>
    <w:rsid w:val="00F05A75"/>
    <w:rsid w:val="00F07302"/>
    <w:rsid w:val="00F07321"/>
    <w:rsid w:val="00F07BFF"/>
    <w:rsid w:val="00F11003"/>
    <w:rsid w:val="00F1225E"/>
    <w:rsid w:val="00F132AE"/>
    <w:rsid w:val="00F136E0"/>
    <w:rsid w:val="00F14733"/>
    <w:rsid w:val="00F165C6"/>
    <w:rsid w:val="00F212BB"/>
    <w:rsid w:val="00F21C78"/>
    <w:rsid w:val="00F244C6"/>
    <w:rsid w:val="00F251B6"/>
    <w:rsid w:val="00F25B38"/>
    <w:rsid w:val="00F25CC0"/>
    <w:rsid w:val="00F26DB8"/>
    <w:rsid w:val="00F301A7"/>
    <w:rsid w:val="00F3544F"/>
    <w:rsid w:val="00F359D1"/>
    <w:rsid w:val="00F422FA"/>
    <w:rsid w:val="00F4233B"/>
    <w:rsid w:val="00F43093"/>
    <w:rsid w:val="00F45BD5"/>
    <w:rsid w:val="00F517FB"/>
    <w:rsid w:val="00F53233"/>
    <w:rsid w:val="00F545AE"/>
    <w:rsid w:val="00F54B95"/>
    <w:rsid w:val="00F566CC"/>
    <w:rsid w:val="00F567EB"/>
    <w:rsid w:val="00F56F32"/>
    <w:rsid w:val="00F57340"/>
    <w:rsid w:val="00F575CB"/>
    <w:rsid w:val="00F60F14"/>
    <w:rsid w:val="00F62BEF"/>
    <w:rsid w:val="00F637C6"/>
    <w:rsid w:val="00F642BC"/>
    <w:rsid w:val="00F655D4"/>
    <w:rsid w:val="00F65BC3"/>
    <w:rsid w:val="00F70904"/>
    <w:rsid w:val="00F74D44"/>
    <w:rsid w:val="00F752CA"/>
    <w:rsid w:val="00F77532"/>
    <w:rsid w:val="00F81BD3"/>
    <w:rsid w:val="00F81CB5"/>
    <w:rsid w:val="00F82826"/>
    <w:rsid w:val="00F8387F"/>
    <w:rsid w:val="00F85F1F"/>
    <w:rsid w:val="00F86389"/>
    <w:rsid w:val="00F86A59"/>
    <w:rsid w:val="00F90A53"/>
    <w:rsid w:val="00F91503"/>
    <w:rsid w:val="00F91915"/>
    <w:rsid w:val="00F9468E"/>
    <w:rsid w:val="00F94F98"/>
    <w:rsid w:val="00F97DDF"/>
    <w:rsid w:val="00FA06D2"/>
    <w:rsid w:val="00FA0995"/>
    <w:rsid w:val="00FA23D3"/>
    <w:rsid w:val="00FA2DB7"/>
    <w:rsid w:val="00FA364E"/>
    <w:rsid w:val="00FA40EF"/>
    <w:rsid w:val="00FA60B6"/>
    <w:rsid w:val="00FA74E5"/>
    <w:rsid w:val="00FA7A2F"/>
    <w:rsid w:val="00FA7B2B"/>
    <w:rsid w:val="00FB0256"/>
    <w:rsid w:val="00FB12D6"/>
    <w:rsid w:val="00FB16E2"/>
    <w:rsid w:val="00FB302A"/>
    <w:rsid w:val="00FB52B0"/>
    <w:rsid w:val="00FB7DBE"/>
    <w:rsid w:val="00FC0BD7"/>
    <w:rsid w:val="00FC2981"/>
    <w:rsid w:val="00FC50A9"/>
    <w:rsid w:val="00FC6138"/>
    <w:rsid w:val="00FC61C2"/>
    <w:rsid w:val="00FD13B5"/>
    <w:rsid w:val="00FD1B5C"/>
    <w:rsid w:val="00FD2673"/>
    <w:rsid w:val="00FD3BBB"/>
    <w:rsid w:val="00FD4CD2"/>
    <w:rsid w:val="00FD60B5"/>
    <w:rsid w:val="00FD7E0E"/>
    <w:rsid w:val="00FE00A2"/>
    <w:rsid w:val="00FE0C23"/>
    <w:rsid w:val="00FE1CD0"/>
    <w:rsid w:val="00FE1F1C"/>
    <w:rsid w:val="00FE27A0"/>
    <w:rsid w:val="00FE2A04"/>
    <w:rsid w:val="00FE2E42"/>
    <w:rsid w:val="00FE3398"/>
    <w:rsid w:val="00FE3842"/>
    <w:rsid w:val="00FE3DEF"/>
    <w:rsid w:val="00FE5367"/>
    <w:rsid w:val="00FE5D91"/>
    <w:rsid w:val="00FE69F7"/>
    <w:rsid w:val="00FE6D80"/>
    <w:rsid w:val="00FE70F7"/>
    <w:rsid w:val="00FF014D"/>
    <w:rsid w:val="00FF077E"/>
    <w:rsid w:val="00FF2762"/>
    <w:rsid w:val="00FF5525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E6970D03-4ED0-48C4-8B67-4459F935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69E"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character" w:customStyle="1" w:styleId="IntestazioneCarattere">
    <w:name w:val="Intestazione Carattere"/>
    <w:link w:val="Intestazione"/>
    <w:rsid w:val="00991754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D845F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D845F7"/>
    <w:rPr>
      <w:b/>
      <w:sz w:val="28"/>
    </w:rPr>
  </w:style>
  <w:style w:type="paragraph" w:customStyle="1" w:styleId="lettera">
    <w:name w:val="lettera"/>
    <w:basedOn w:val="Normale"/>
    <w:rsid w:val="00D845F7"/>
    <w:pPr>
      <w:tabs>
        <w:tab w:val="left" w:pos="1134"/>
        <w:tab w:val="left" w:pos="1985"/>
        <w:tab w:val="left" w:pos="3969"/>
        <w:tab w:val="left" w:pos="5104"/>
      </w:tabs>
      <w:jc w:val="both"/>
    </w:pPr>
    <w:rPr>
      <w:rFonts w:ascii="Swiss" w:hAnsi="Swiss"/>
      <w:spacing w:val="10"/>
      <w:sz w:val="20"/>
      <w:szCs w:val="20"/>
    </w:rPr>
  </w:style>
  <w:style w:type="paragraph" w:customStyle="1" w:styleId="Aeeaoaeaa1">
    <w:name w:val="A?eeaoae?aa 1"/>
    <w:basedOn w:val="Normale"/>
    <w:next w:val="Normale"/>
    <w:rsid w:val="00E22D01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customStyle="1" w:styleId="Eaoaeaa">
    <w:name w:val="Eaoae?aa"/>
    <w:basedOn w:val="Normale"/>
    <w:rsid w:val="00E22D01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styleId="Paragrafoelenco">
    <w:name w:val="List Paragraph"/>
    <w:basedOn w:val="Normale"/>
    <w:uiPriority w:val="34"/>
    <w:qFormat/>
    <w:rsid w:val="003A0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qFormat/>
    <w:rsid w:val="00661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52E0D-314C-4088-8D94-DA33B29E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0</TotalTime>
  <Pages>1</Pages>
  <Words>204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1477</CharactersWithSpaces>
  <SharedDoc>false</SharedDoc>
  <HLinks>
    <vt:vector size="54" baseType="variant">
      <vt:variant>
        <vt:i4>8061000</vt:i4>
      </vt:variant>
      <vt:variant>
        <vt:i4>24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21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5570649</vt:i4>
      </vt:variant>
      <vt:variant>
        <vt:i4>18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7798908</vt:i4>
      </vt:variant>
      <vt:variant>
        <vt:i4>15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12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9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7340152</vt:i4>
      </vt:variant>
      <vt:variant>
        <vt:i4>0</vt:i4>
      </vt:variant>
      <vt:variant>
        <vt:i4>0</vt:i4>
      </vt:variant>
      <vt:variant>
        <vt:i4>5</vt:i4>
      </vt:variant>
      <vt:variant>
        <vt:lpwstr>https://www.unimi.it/registrazione/registra.keb?te=CCC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2</cp:revision>
  <cp:lastPrinted>2020-03-09T16:24:00Z</cp:lastPrinted>
  <dcterms:created xsi:type="dcterms:W3CDTF">2020-06-12T17:03:00Z</dcterms:created>
  <dcterms:modified xsi:type="dcterms:W3CDTF">2020-06-12T17:03:00Z</dcterms:modified>
</cp:coreProperties>
</file>